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EDE7B" w14:textId="5FCDF7E9" w:rsidR="00686C6F" w:rsidRPr="009C0D33" w:rsidRDefault="00056585" w:rsidP="009C0D33">
      <w:pPr>
        <w:spacing w:before="240" w:after="120"/>
        <w:rPr>
          <w:rFonts w:ascii="Arial" w:hAnsi="Arial" w:cs="Arial"/>
          <w:b/>
          <w:sz w:val="28"/>
          <w:szCs w:val="28"/>
        </w:rPr>
      </w:pPr>
      <w:r w:rsidRPr="009C0D33">
        <w:rPr>
          <w:rFonts w:ascii="Arial" w:hAnsi="Arial"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700224" behindDoc="0" locked="0" layoutInCell="1" allowOverlap="1" wp14:anchorId="74075AB3" wp14:editId="494E0106">
            <wp:simplePos x="0" y="0"/>
            <wp:positionH relativeFrom="margin">
              <wp:posOffset>7443470</wp:posOffset>
            </wp:positionH>
            <wp:positionV relativeFrom="paragraph">
              <wp:posOffset>-1051722</wp:posOffset>
            </wp:positionV>
            <wp:extent cx="1796902" cy="715083"/>
            <wp:effectExtent l="0" t="0" r="0" b="889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902" cy="71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0D33">
        <w:rPr>
          <w:rFonts w:ascii="Arial" w:hAnsi="Arial" w:cs="Arial"/>
          <w:b/>
          <w:sz w:val="28"/>
          <w:szCs w:val="28"/>
        </w:rPr>
        <w:t xml:space="preserve">Strategie- und Planungstool für Zivilgesellschaftsmaßnahmen in akuten Krisen </w:t>
      </w:r>
      <w:r w:rsidR="009E5733" w:rsidRPr="009C0D33">
        <w:rPr>
          <w:rFonts w:ascii="Arial" w:hAnsi="Arial" w:cs="Arial"/>
          <w:b/>
          <w:sz w:val="28"/>
          <w:szCs w:val="28"/>
        </w:rPr>
        <w:t>– Vorlagen zum Ausfüllen</w:t>
      </w:r>
    </w:p>
    <w:p w14:paraId="05975A08" w14:textId="4BC2E728" w:rsidR="00056585" w:rsidRPr="009C0D33" w:rsidRDefault="00056585" w:rsidP="00056585">
      <w:pPr>
        <w:rPr>
          <w:rFonts w:ascii="Times New Roman" w:hAnsi="Times New Roman" w:cs="Times New Roman"/>
        </w:rPr>
      </w:pPr>
      <w:r w:rsidRPr="009C0D33">
        <w:rPr>
          <w:rFonts w:ascii="Times New Roman" w:hAnsi="Times New Roman" w:cs="Times New Roman"/>
        </w:rPr>
        <w:t xml:space="preserve">Das vorliegende Dokument ist Teil des Strategie- und Planungstool für Zivilgesellschaftsmaßnahemn in akuten Krisen. Es enthält alle Vorlagen für die Nutzung des Tools mithilfe des </w:t>
      </w:r>
      <w:r w:rsidRPr="009C0D33">
        <w:rPr>
          <w:rFonts w:ascii="Times New Roman" w:hAnsi="Times New Roman" w:cs="Times New Roman"/>
          <w:i/>
        </w:rPr>
        <w:t xml:space="preserve">Handbuchs, </w:t>
      </w:r>
      <w:r w:rsidRPr="009C0D33">
        <w:rPr>
          <w:rFonts w:ascii="Times New Roman" w:hAnsi="Times New Roman" w:cs="Times New Roman"/>
        </w:rPr>
        <w:t>das Anleitungen und Beispiele enthält.</w:t>
      </w:r>
    </w:p>
    <w:p w14:paraId="5812CF1D" w14:textId="54CD578D" w:rsidR="00445BC4" w:rsidRPr="009C0D33" w:rsidRDefault="00445BC4" w:rsidP="009C0D33">
      <w:pPr>
        <w:pStyle w:val="Heading1"/>
      </w:pPr>
      <w:bookmarkStart w:id="0" w:name="_Toc112920642"/>
      <w:r w:rsidRPr="009C0D33">
        <w:t>Schritt 1: Analyse des Krisenkontexts</w:t>
      </w:r>
      <w:bookmarkEnd w:id="0"/>
    </w:p>
    <w:p w14:paraId="0FE073E4" w14:textId="7B96102C" w:rsidR="007174E7" w:rsidRPr="004737CA" w:rsidRDefault="007174E7" w:rsidP="00695531">
      <w:pPr>
        <w:pStyle w:val="Caption"/>
        <w:keepNext/>
        <w:spacing w:after="240"/>
        <w:rPr>
          <w:rFonts w:ascii="Times New Roman" w:hAnsi="Times New Roman" w:cs="Times New Roman"/>
          <w:color w:val="auto"/>
          <w:sz w:val="20"/>
          <w:szCs w:val="20"/>
        </w:rPr>
      </w:pPr>
      <w:r w:rsidRPr="004737CA">
        <w:rPr>
          <w:rFonts w:ascii="Times New Roman" w:hAnsi="Times New Roman" w:cs="Times New Roman"/>
          <w:color w:val="auto"/>
          <w:sz w:val="20"/>
          <w:szCs w:val="20"/>
        </w:rPr>
        <w:t xml:space="preserve">Tabelle </w: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begin"/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instrText xml:space="preserve"> SEQ Table \* ARABIC </w:instrTex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separate"/>
      </w:r>
      <w:r w:rsidRPr="004737CA">
        <w:rPr>
          <w:rFonts w:ascii="Times New Roman" w:hAnsi="Times New Roman" w:cs="Times New Roman"/>
          <w:noProof/>
          <w:color w:val="auto"/>
          <w:sz w:val="20"/>
          <w:szCs w:val="20"/>
        </w:rPr>
        <w:t>1</w: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end"/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t>: Analyse des Krisenkontexts</w:t>
      </w:r>
    </w:p>
    <w:tbl>
      <w:tblPr>
        <w:tblW w:w="11897" w:type="dxa"/>
        <w:tblBorders>
          <w:top w:val="single" w:sz="8" w:space="0" w:color="000000" w:themeColor="text1"/>
          <w:bottom w:val="single" w:sz="8" w:space="0" w:color="000000" w:themeColor="text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67"/>
        <w:gridCol w:w="1985"/>
        <w:gridCol w:w="3118"/>
        <w:gridCol w:w="3827"/>
      </w:tblGrid>
      <w:tr w:rsidR="00DA3068" w:rsidRPr="00DC54F1" w14:paraId="310C845A" w14:textId="77777777" w:rsidTr="00485561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55DF5F" w14:textId="77777777" w:rsidR="00DA3068" w:rsidRPr="004737CA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bCs/>
                <w:noProof/>
                <w:color w:val="000000"/>
                <w:kern w:val="24"/>
                <w:sz w:val="20"/>
                <w:szCs w:val="20"/>
                <w:lang w:val="en-US" w:eastAsia="de-DE"/>
              </w:rPr>
              <w:t>Konfliktlinien</w:t>
            </w: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6715E8" w14:textId="77777777" w:rsidR="00DA3068" w:rsidRPr="004737CA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bCs/>
                <w:noProof/>
                <w:color w:val="000000"/>
                <w:kern w:val="24"/>
                <w:sz w:val="20"/>
                <w:szCs w:val="20"/>
                <w:lang w:val="en-US" w:eastAsia="de-DE"/>
              </w:rPr>
              <w:t xml:space="preserve">Akteure </w:t>
            </w: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C02951" w14:textId="4823A306" w:rsidR="00DA3068" w:rsidRPr="004737CA" w:rsidRDefault="00DA3068" w:rsidP="00DA306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bCs/>
                <w:noProof/>
                <w:color w:val="000000"/>
                <w:kern w:val="24"/>
                <w:sz w:val="20"/>
                <w:szCs w:val="20"/>
                <w:lang w:eastAsia="de-DE"/>
              </w:rPr>
              <w:t>Ausmaß physischer Gewalt</w:t>
            </w: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FDDF90" w14:textId="0C50F04C" w:rsidR="00DA3068" w:rsidRPr="004737CA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bCs/>
                <w:noProof/>
                <w:color w:val="000000"/>
                <w:kern w:val="24"/>
                <w:sz w:val="20"/>
                <w:szCs w:val="20"/>
                <w:lang w:val="en-US" w:eastAsia="de-DE"/>
              </w:rPr>
              <w:t>Geographischer Fokus</w:t>
            </w:r>
          </w:p>
        </w:tc>
      </w:tr>
      <w:tr w:rsidR="00DA3068" w:rsidRPr="00DC54F1" w14:paraId="1890C89D" w14:textId="77777777" w:rsidTr="00485561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E3F5F" w14:textId="3C856234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1EEB7" w14:textId="7911D781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F95BC" w14:textId="355A4CE4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2EED91" w14:textId="4F8F0AB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DA3068" w:rsidRPr="00DC54F1" w14:paraId="332EE720" w14:textId="77777777" w:rsidTr="004C3199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8B7324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CD2755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6AE05E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E2C9F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DA3068" w:rsidRPr="00DC54F1" w14:paraId="224E7EEE" w14:textId="77777777" w:rsidTr="004C3199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BC1CDF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C5AF9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2AD2A1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F51F7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DA3068" w:rsidRPr="00DC54F1" w14:paraId="3F356354" w14:textId="77777777" w:rsidTr="004C3199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E6063D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BED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3EDCE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6AEFB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DA3068" w:rsidRPr="00DC54F1" w14:paraId="75B454D7" w14:textId="77777777" w:rsidTr="004C3199">
        <w:trPr>
          <w:trHeight w:val="584"/>
        </w:trPr>
        <w:tc>
          <w:tcPr>
            <w:tcW w:w="29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AFC76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93F038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735468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82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79FF3B" w14:textId="77777777" w:rsidR="00DA3068" w:rsidRPr="009C0D33" w:rsidRDefault="00DA3068" w:rsidP="00DC54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</w:tbl>
    <w:p w14:paraId="3CD0BB4B" w14:textId="6E7B65C3" w:rsidR="00103F94" w:rsidRPr="00445BC4" w:rsidRDefault="00445BC4" w:rsidP="009C0D33">
      <w:pPr>
        <w:pStyle w:val="Heading1"/>
      </w:pPr>
      <w:bookmarkStart w:id="1" w:name="_Ref110095083"/>
      <w:bookmarkStart w:id="2" w:name="_Toc112920643"/>
      <w:r w:rsidRPr="005B6FBA">
        <w:lastRenderedPageBreak/>
        <w:t xml:space="preserve">Schritt 2: Analyse </w:t>
      </w:r>
      <w:r>
        <w:t xml:space="preserve">der </w:t>
      </w:r>
      <w:r w:rsidRPr="005B6FBA">
        <w:t>zivilgesellschaftlichen Akteure</w:t>
      </w:r>
      <w:bookmarkEnd w:id="1"/>
      <w:r>
        <w:t xml:space="preserve"> und </w:t>
      </w:r>
      <w:r w:rsidR="00695531">
        <w:br/>
      </w:r>
      <w:r>
        <w:t>ihrer Wirklogiken</w:t>
      </w:r>
      <w:bookmarkStart w:id="3" w:name="_Ref113545227"/>
      <w:bookmarkEnd w:id="2"/>
    </w:p>
    <w:p w14:paraId="7D4B0F33" w14:textId="181F5CF8" w:rsidR="007174E7" w:rsidRPr="004737CA" w:rsidRDefault="007174E7" w:rsidP="00695531">
      <w:pPr>
        <w:pStyle w:val="Caption"/>
        <w:keepNext/>
        <w:spacing w:after="240"/>
        <w:rPr>
          <w:rFonts w:ascii="Times New Roman" w:hAnsi="Times New Roman" w:cs="Times New Roman"/>
          <w:color w:val="auto"/>
          <w:sz w:val="20"/>
          <w:szCs w:val="20"/>
        </w:rPr>
      </w:pPr>
      <w:r w:rsidRPr="004737CA">
        <w:rPr>
          <w:rFonts w:ascii="Times New Roman" w:hAnsi="Times New Roman" w:cs="Times New Roman"/>
          <w:color w:val="auto"/>
          <w:sz w:val="20"/>
          <w:szCs w:val="20"/>
        </w:rPr>
        <w:t xml:space="preserve">Tabelle </w: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begin"/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instrText xml:space="preserve"> SEQ Table \* ARABIC </w:instrTex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separate"/>
      </w:r>
      <w:r w:rsidRPr="004737CA">
        <w:rPr>
          <w:rFonts w:ascii="Times New Roman" w:hAnsi="Times New Roman" w:cs="Times New Roman"/>
          <w:noProof/>
          <w:color w:val="auto"/>
          <w:sz w:val="20"/>
          <w:szCs w:val="20"/>
        </w:rPr>
        <w:t>2</w:t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fldChar w:fldCharType="end"/>
      </w:r>
      <w:r w:rsidRPr="004737CA">
        <w:rPr>
          <w:rFonts w:ascii="Times New Roman" w:hAnsi="Times New Roman" w:cs="Times New Roman"/>
          <w:color w:val="auto"/>
          <w:sz w:val="20"/>
          <w:szCs w:val="20"/>
        </w:rPr>
        <w:t>: Analyse der zivilgesellschaftlichen Akteure</w:t>
      </w:r>
      <w:bookmarkEnd w:id="3"/>
      <w:r w:rsidR="00DA3068" w:rsidRPr="004737CA">
        <w:rPr>
          <w:rFonts w:ascii="Times New Roman" w:hAnsi="Times New Roman" w:cs="Times New Roman"/>
          <w:color w:val="auto"/>
          <w:sz w:val="20"/>
          <w:szCs w:val="20"/>
        </w:rPr>
        <w:t xml:space="preserve"> und ihrer Wirklogiken</w:t>
      </w:r>
    </w:p>
    <w:tbl>
      <w:tblPr>
        <w:tblW w:w="15036" w:type="dxa"/>
        <w:tblBorders>
          <w:top w:val="single" w:sz="8" w:space="0" w:color="000000" w:themeColor="text1"/>
          <w:bottom w:val="single" w:sz="8" w:space="0" w:color="000000" w:themeColor="text1"/>
          <w:insideH w:val="single" w:sz="8" w:space="0" w:color="000000" w:themeColor="text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47"/>
        <w:gridCol w:w="1647"/>
        <w:gridCol w:w="1647"/>
        <w:gridCol w:w="1647"/>
        <w:gridCol w:w="1907"/>
        <w:gridCol w:w="1843"/>
        <w:gridCol w:w="2126"/>
        <w:gridCol w:w="2572"/>
      </w:tblGrid>
      <w:tr w:rsidR="006A01F6" w:rsidRPr="006A01F6" w14:paraId="64766F41" w14:textId="77777777" w:rsidTr="008A0850">
        <w:trPr>
          <w:trHeight w:val="465"/>
        </w:trPr>
        <w:tc>
          <w:tcPr>
            <w:tcW w:w="164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529E3" w14:textId="389514FC" w:rsidR="006A01F6" w:rsidRPr="004737CA" w:rsidRDefault="009E5733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ZG-Akteur</w:t>
            </w:r>
          </w:p>
        </w:tc>
        <w:tc>
          <w:tcPr>
            <w:tcW w:w="164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84A2B6" w14:textId="494A013A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Ziele</w:t>
            </w:r>
          </w:p>
        </w:tc>
        <w:tc>
          <w:tcPr>
            <w:tcW w:w="164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62F144" w14:textId="35226AFB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Geographischer Fokus </w:t>
            </w:r>
          </w:p>
        </w:tc>
        <w:tc>
          <w:tcPr>
            <w:tcW w:w="164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CE8CAE" w14:textId="77777777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Grad der Formalisierung </w:t>
            </w:r>
          </w:p>
        </w:tc>
        <w:tc>
          <w:tcPr>
            <w:tcW w:w="1907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F7B3EC" w14:textId="68DA53AA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Kapazität</w:t>
            </w:r>
          </w:p>
        </w:tc>
        <w:tc>
          <w:tcPr>
            <w:tcW w:w="1843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BE2DDE" w14:textId="77777777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Legitimität </w:t>
            </w:r>
          </w:p>
        </w:tc>
        <w:tc>
          <w:tcPr>
            <w:tcW w:w="2126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25BEA" w14:textId="46FE027C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“Civic Space” </w:t>
            </w:r>
          </w:p>
        </w:tc>
        <w:tc>
          <w:tcPr>
            <w:tcW w:w="257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BCF7AC" w14:textId="77777777" w:rsidR="006A01F6" w:rsidRPr="004737CA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737CA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Vorbehalte gegen eine Kooperation</w:t>
            </w:r>
          </w:p>
        </w:tc>
      </w:tr>
      <w:tr w:rsidR="006A01F6" w:rsidRPr="006A01F6" w14:paraId="42D05DCC" w14:textId="77777777" w:rsidTr="00D3381C">
        <w:trPr>
          <w:trHeight w:val="69"/>
        </w:trPr>
        <w:tc>
          <w:tcPr>
            <w:tcW w:w="15036" w:type="dxa"/>
            <w:gridSpan w:val="8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C79C9F" w14:textId="2B4DFE23" w:rsidR="006A01F6" w:rsidRPr="004737CA" w:rsidRDefault="004C3199" w:rsidP="00103F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</w:pPr>
            <w:r w:rsidRPr="004737CA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POLITISCHE BILDUNG</w:t>
            </w:r>
          </w:p>
        </w:tc>
      </w:tr>
      <w:tr w:rsidR="006A01F6" w:rsidRPr="006A01F6" w14:paraId="742F7925" w14:textId="77777777" w:rsidTr="008A0850">
        <w:trPr>
          <w:trHeight w:val="1089"/>
        </w:trPr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FAB3E" w14:textId="26851E0A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val="fr-FR"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92BAF" w14:textId="46CC4BCF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DC153" w14:textId="2F6EC019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0E6499" w14:textId="3AAA398E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35F416" w14:textId="22E52989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1B3CE" w14:textId="503F0132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BBA812" w14:textId="72D4293D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7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BAA42" w14:textId="3FD1E893" w:rsidR="006A01F6" w:rsidRPr="005E52F7" w:rsidRDefault="006A01F6" w:rsidP="006A0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103F94" w:rsidRPr="006A01F6" w14:paraId="663C283E" w14:textId="77777777" w:rsidTr="00D3381C">
        <w:trPr>
          <w:trHeight w:val="18"/>
        </w:trPr>
        <w:tc>
          <w:tcPr>
            <w:tcW w:w="15036" w:type="dxa"/>
            <w:gridSpan w:val="8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2D2DA0" w14:textId="3F5F9050" w:rsidR="00103F94" w:rsidRPr="004737CA" w:rsidRDefault="009C0D33" w:rsidP="00103F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 w:rsidRPr="004737CA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MONITORING</w:t>
            </w:r>
          </w:p>
        </w:tc>
      </w:tr>
      <w:tr w:rsidR="00103F94" w:rsidRPr="006A01F6" w14:paraId="099FC1B9" w14:textId="77777777" w:rsidTr="008A0850">
        <w:trPr>
          <w:trHeight w:val="1089"/>
        </w:trPr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CCC51C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B292F8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BD1F18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5E9DE1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DBA97C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01F7B3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887F66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7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8C18CA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9C0D33" w:rsidRPr="009C0D33" w14:paraId="289FEC79" w14:textId="77777777" w:rsidTr="00D3381C">
        <w:trPr>
          <w:trHeight w:val="319"/>
        </w:trPr>
        <w:tc>
          <w:tcPr>
            <w:tcW w:w="15036" w:type="dxa"/>
            <w:gridSpan w:val="8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5CAE85" w14:textId="585D9ECE" w:rsidR="00103F94" w:rsidRPr="004737CA" w:rsidRDefault="009C0D33" w:rsidP="00103F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</w:pPr>
            <w:r w:rsidRPr="004737CA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MOBILISIERUNG</w:t>
            </w:r>
          </w:p>
        </w:tc>
      </w:tr>
      <w:tr w:rsidR="00103F94" w:rsidRPr="006A01F6" w14:paraId="4B9660EB" w14:textId="77777777" w:rsidTr="008A0850">
        <w:trPr>
          <w:trHeight w:val="1089"/>
        </w:trPr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F644E5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BDF908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077AB4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B1A37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298D1E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178946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F9FFF1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7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CC5A0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9C0D33" w:rsidRPr="009C0D33" w14:paraId="6260B356" w14:textId="77777777" w:rsidTr="00D3381C">
        <w:trPr>
          <w:trHeight w:val="195"/>
        </w:trPr>
        <w:tc>
          <w:tcPr>
            <w:tcW w:w="15036" w:type="dxa"/>
            <w:gridSpan w:val="8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B9BB2" w14:textId="48CAF74C" w:rsidR="00103F94" w:rsidRPr="004737CA" w:rsidRDefault="009C0D33" w:rsidP="00103F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</w:pPr>
            <w:r w:rsidRPr="004737CA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LOBBYING</w:t>
            </w:r>
          </w:p>
        </w:tc>
      </w:tr>
      <w:tr w:rsidR="00103F94" w:rsidRPr="006A01F6" w14:paraId="712A2D2D" w14:textId="77777777" w:rsidTr="008A0850">
        <w:trPr>
          <w:trHeight w:val="1089"/>
        </w:trPr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00CDB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7A0BD1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43E18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F1182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FF8C8F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C005D0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AC01C9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7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CD545C" w14:textId="77777777" w:rsidR="00103F94" w:rsidRPr="005E52F7" w:rsidRDefault="00103F94" w:rsidP="00103F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9C0D33" w:rsidRPr="009C0D33" w14:paraId="0675B401" w14:textId="77777777" w:rsidTr="00D3381C">
        <w:trPr>
          <w:trHeight w:val="209"/>
        </w:trPr>
        <w:tc>
          <w:tcPr>
            <w:tcW w:w="15036" w:type="dxa"/>
            <w:gridSpan w:val="8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BC3DD" w14:textId="17FC9849" w:rsidR="00D07030" w:rsidRPr="004737CA" w:rsidRDefault="009C0D33" w:rsidP="00D070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</w:pPr>
            <w:r w:rsidRPr="004737CA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IDEENGENERIERUNG</w:t>
            </w:r>
          </w:p>
        </w:tc>
      </w:tr>
      <w:tr w:rsidR="00D07030" w:rsidRPr="006A01F6" w14:paraId="774A54BC" w14:textId="77777777" w:rsidTr="008A0850">
        <w:trPr>
          <w:trHeight w:val="1089"/>
        </w:trPr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D0334A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4C8249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F13A5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64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1174B6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9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746CE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241AC3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238115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7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1BDF16" w14:textId="77777777" w:rsidR="00D07030" w:rsidRPr="005E52F7" w:rsidRDefault="00D07030" w:rsidP="00D070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</w:tbl>
    <w:p w14:paraId="3356DD81" w14:textId="16009148" w:rsidR="008A3325" w:rsidRDefault="008A3325" w:rsidP="00FE3C61">
      <w:pPr>
        <w:rPr>
          <w:rFonts w:ascii="Chronicle Text G1" w:hAnsi="Chronicle Text G1"/>
          <w:sz w:val="24"/>
          <w:szCs w:val="24"/>
        </w:rPr>
      </w:pPr>
    </w:p>
    <w:p w14:paraId="2ED23E44" w14:textId="77777777" w:rsidR="008A3325" w:rsidRDefault="008A3325">
      <w:pPr>
        <w:spacing w:after="0" w:line="240" w:lineRule="auto"/>
        <w:rPr>
          <w:rFonts w:ascii="Chronicle Text G1" w:hAnsi="Chronicle Text G1"/>
          <w:sz w:val="24"/>
          <w:szCs w:val="24"/>
        </w:rPr>
      </w:pPr>
      <w:r>
        <w:rPr>
          <w:rFonts w:ascii="Chronicle Text G1" w:hAnsi="Chronicle Text G1"/>
          <w:sz w:val="24"/>
          <w:szCs w:val="24"/>
        </w:rPr>
        <w:br w:type="page"/>
      </w:r>
    </w:p>
    <w:p w14:paraId="69E7B34D" w14:textId="7D1C5927" w:rsidR="009B1166" w:rsidRDefault="005576F5" w:rsidP="009C0D33">
      <w:pPr>
        <w:pStyle w:val="Heading1"/>
      </w:pPr>
      <w:bookmarkStart w:id="4" w:name="_Ref111709883"/>
      <w:bookmarkStart w:id="5" w:name="_Toc112920644"/>
      <w:r>
        <w:lastRenderedPageBreak/>
        <w:t>Schritt 3</w:t>
      </w:r>
      <w:r w:rsidR="00366673">
        <w:t xml:space="preserve">: Analyse </w:t>
      </w:r>
      <w:bookmarkEnd w:id="4"/>
      <w:r w:rsidR="00366673">
        <w:t>externer Akteure und Entwicklung konkreter Ziele</w:t>
      </w:r>
      <w:bookmarkEnd w:id="5"/>
      <w:r w:rsidR="00366673">
        <w:t xml:space="preserve"> </w:t>
      </w:r>
      <w:r w:rsidR="00720A9C">
        <w:t xml:space="preserve"> </w:t>
      </w:r>
      <w:r w:rsidR="007E5F98">
        <w:t xml:space="preserve"> </w:t>
      </w:r>
    </w:p>
    <w:p w14:paraId="53508441" w14:textId="46FDF11D" w:rsidR="00F01CAD" w:rsidRPr="00695531" w:rsidRDefault="00480A21" w:rsidP="00695531">
      <w:pPr>
        <w:pStyle w:val="Caption"/>
        <w:keepNext/>
        <w:spacing w:after="240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Ref113545023"/>
      <w:r w:rsidRPr="00695531">
        <w:rPr>
          <w:rFonts w:ascii="Times New Roman" w:hAnsi="Times New Roman" w:cs="Times New Roman"/>
          <w:color w:val="auto"/>
          <w:sz w:val="20"/>
          <w:szCs w:val="20"/>
        </w:rPr>
        <w:t xml:space="preserve">Tabelle </w:t>
      </w:r>
      <w:r w:rsidRPr="00695531">
        <w:rPr>
          <w:rFonts w:ascii="Times New Roman" w:hAnsi="Times New Roman" w:cs="Times New Roman"/>
          <w:color w:val="auto"/>
          <w:sz w:val="20"/>
          <w:szCs w:val="20"/>
        </w:rPr>
        <w:fldChar w:fldCharType="begin"/>
      </w:r>
      <w:r w:rsidRPr="00695531">
        <w:rPr>
          <w:rFonts w:ascii="Times New Roman" w:hAnsi="Times New Roman" w:cs="Times New Roman"/>
          <w:color w:val="auto"/>
          <w:sz w:val="20"/>
          <w:szCs w:val="20"/>
        </w:rPr>
        <w:instrText xml:space="preserve"> SEQ Table \* ARABIC </w:instrText>
      </w:r>
      <w:r w:rsidRPr="00695531">
        <w:rPr>
          <w:rFonts w:ascii="Times New Roman" w:hAnsi="Times New Roman" w:cs="Times New Roman"/>
          <w:color w:val="auto"/>
          <w:sz w:val="20"/>
          <w:szCs w:val="20"/>
        </w:rPr>
        <w:fldChar w:fldCharType="separate"/>
      </w:r>
      <w:r w:rsidR="007174E7" w:rsidRPr="00695531">
        <w:rPr>
          <w:rFonts w:ascii="Times New Roman" w:hAnsi="Times New Roman" w:cs="Times New Roman"/>
          <w:noProof/>
          <w:color w:val="auto"/>
          <w:sz w:val="20"/>
          <w:szCs w:val="20"/>
        </w:rPr>
        <w:t>3</w:t>
      </w:r>
      <w:r w:rsidRPr="00695531">
        <w:rPr>
          <w:rFonts w:ascii="Times New Roman" w:hAnsi="Times New Roman" w:cs="Times New Roman"/>
          <w:color w:val="auto"/>
          <w:sz w:val="20"/>
          <w:szCs w:val="20"/>
        </w:rPr>
        <w:fldChar w:fldCharType="end"/>
      </w:r>
      <w:r w:rsidRPr="00695531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  <w:bookmarkEnd w:id="6"/>
      <w:r w:rsidR="004737CA" w:rsidRPr="00695531">
        <w:rPr>
          <w:rFonts w:ascii="Times New Roman" w:hAnsi="Times New Roman" w:cs="Times New Roman"/>
          <w:color w:val="auto"/>
          <w:sz w:val="20"/>
          <w:szCs w:val="20"/>
        </w:rPr>
        <w:t>Analyse externer Akteure</w:t>
      </w:r>
    </w:p>
    <w:p w14:paraId="1C0CEC2F" w14:textId="2AD4FB7D" w:rsidR="00480A21" w:rsidRPr="00485561" w:rsidRDefault="00695531" w:rsidP="00480A21">
      <w:pPr>
        <w:pStyle w:val="Caption"/>
        <w:keepNext/>
        <w:rPr>
          <w:rFonts w:ascii="Arial" w:hAnsi="Arial" w:cs="Arial"/>
          <w:i w:val="0"/>
          <w:color w:val="auto"/>
          <w:sz w:val="24"/>
          <w:szCs w:val="24"/>
        </w:rPr>
      </w:pPr>
      <w:r w:rsidRPr="00485561">
        <w:rPr>
          <w:rFonts w:ascii="Arial" w:hAnsi="Arial" w:cs="Arial"/>
          <w:b/>
          <w:i w:val="0"/>
          <w:color w:val="ED145B"/>
          <w:sz w:val="24"/>
          <w:szCs w:val="24"/>
        </w:rPr>
        <w:t>3.1.</w:t>
      </w:r>
      <w:r w:rsidRPr="00485561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F01CAD" w:rsidRPr="00485561">
        <w:rPr>
          <w:rFonts w:ascii="Arial" w:hAnsi="Arial" w:cs="Arial"/>
          <w:i w:val="0"/>
          <w:color w:val="auto"/>
          <w:sz w:val="24"/>
          <w:szCs w:val="24"/>
        </w:rPr>
        <w:t>Eigene Organisation</w:t>
      </w:r>
    </w:p>
    <w:tbl>
      <w:tblPr>
        <w:tblW w:w="14220" w:type="dxa"/>
        <w:tblBorders>
          <w:top w:val="single" w:sz="8" w:space="0" w:color="000000" w:themeColor="text1"/>
          <w:bottom w:val="single" w:sz="8" w:space="0" w:color="000000" w:themeColor="text1"/>
          <w:insideH w:val="single" w:sz="8" w:space="0" w:color="000000" w:themeColor="text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00"/>
        <w:gridCol w:w="7020"/>
      </w:tblGrid>
      <w:tr w:rsidR="00480A21" w:rsidRPr="00A84C5C" w14:paraId="1383E6BA" w14:textId="77777777" w:rsidTr="008A0850">
        <w:trPr>
          <w:trHeight w:val="261"/>
        </w:trPr>
        <w:tc>
          <w:tcPr>
            <w:tcW w:w="7200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D7BD3" w14:textId="77777777" w:rsidR="00480A21" w:rsidRPr="00485561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Politische und strategische Ziele </w:t>
            </w:r>
          </w:p>
        </w:tc>
        <w:tc>
          <w:tcPr>
            <w:tcW w:w="7020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1422B3" w14:textId="77777777" w:rsidR="00480A21" w:rsidRPr="00485561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Konkrete Ziele der ZG-Förderung </w:t>
            </w:r>
          </w:p>
        </w:tc>
      </w:tr>
      <w:tr w:rsidR="00480A21" w:rsidRPr="008A3325" w14:paraId="659E779A" w14:textId="77777777" w:rsidTr="008A0850">
        <w:trPr>
          <w:trHeight w:val="3483"/>
        </w:trPr>
        <w:tc>
          <w:tcPr>
            <w:tcW w:w="72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3666F2" w14:textId="54842E67" w:rsidR="00A84C5C" w:rsidRPr="00A84C5C" w:rsidRDefault="00A84C5C" w:rsidP="00445BC4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70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DC11AB" w14:textId="747F58F2" w:rsidR="00480A21" w:rsidRPr="009E5733" w:rsidRDefault="00480A21" w:rsidP="00445BC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</w:tbl>
    <w:p w14:paraId="7F92075D" w14:textId="77777777" w:rsidR="00FE325E" w:rsidRDefault="00FE325E" w:rsidP="00485561">
      <w:pPr>
        <w:pStyle w:val="Caption"/>
        <w:keepNext/>
        <w:spacing w:before="480" w:after="240"/>
        <w:rPr>
          <w:rFonts w:ascii="Arial" w:hAnsi="Arial" w:cs="Arial"/>
          <w:b/>
          <w:i w:val="0"/>
          <w:color w:val="ED145B"/>
          <w:sz w:val="24"/>
          <w:szCs w:val="24"/>
        </w:rPr>
      </w:pPr>
    </w:p>
    <w:p w14:paraId="106DFE40" w14:textId="5FC7AC0D" w:rsidR="00480A21" w:rsidRPr="00485561" w:rsidRDefault="00485561" w:rsidP="00485561">
      <w:pPr>
        <w:pStyle w:val="Caption"/>
        <w:keepNext/>
        <w:spacing w:before="480" w:after="240"/>
        <w:rPr>
          <w:rFonts w:ascii="Arial" w:hAnsi="Arial" w:cs="Arial"/>
          <w:i w:val="0"/>
          <w:color w:val="auto"/>
          <w:sz w:val="24"/>
          <w:szCs w:val="24"/>
        </w:rPr>
      </w:pPr>
      <w:r w:rsidRPr="00485561">
        <w:rPr>
          <w:rFonts w:ascii="Arial" w:hAnsi="Arial" w:cs="Arial"/>
          <w:b/>
          <w:i w:val="0"/>
          <w:color w:val="ED145B"/>
          <w:sz w:val="24"/>
          <w:szCs w:val="24"/>
        </w:rPr>
        <w:t>3.2.</w:t>
      </w:r>
      <w:r w:rsidRPr="00485561">
        <w:rPr>
          <w:rFonts w:ascii="Arial" w:hAnsi="Arial" w:cs="Arial"/>
          <w:i w:val="0"/>
          <w:color w:val="ED145B"/>
          <w:sz w:val="24"/>
          <w:szCs w:val="24"/>
        </w:rPr>
        <w:t xml:space="preserve"> </w:t>
      </w:r>
      <w:r w:rsidR="00F01CAD" w:rsidRPr="00485561">
        <w:rPr>
          <w:rFonts w:ascii="Arial" w:hAnsi="Arial" w:cs="Arial"/>
          <w:i w:val="0"/>
          <w:color w:val="auto"/>
          <w:sz w:val="24"/>
          <w:szCs w:val="24"/>
        </w:rPr>
        <w:t>Andere externe Akteure</w:t>
      </w:r>
    </w:p>
    <w:tbl>
      <w:tblPr>
        <w:tblW w:w="15120" w:type="dxa"/>
        <w:tblBorders>
          <w:top w:val="single" w:sz="8" w:space="0" w:color="000000" w:themeColor="text1"/>
          <w:bottom w:val="single" w:sz="8" w:space="0" w:color="000000" w:themeColor="text1"/>
          <w:insideH w:val="single" w:sz="8" w:space="0" w:color="000000" w:themeColor="text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96"/>
        <w:gridCol w:w="2884"/>
        <w:gridCol w:w="2508"/>
        <w:gridCol w:w="2982"/>
        <w:gridCol w:w="4050"/>
      </w:tblGrid>
      <w:tr w:rsidR="00480A21" w:rsidRPr="00A84C5C" w14:paraId="141FE00C" w14:textId="77777777" w:rsidTr="008A0850">
        <w:trPr>
          <w:trHeight w:val="693"/>
        </w:trPr>
        <w:tc>
          <w:tcPr>
            <w:tcW w:w="2696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BF9CDD" w14:textId="77777777" w:rsidR="00480A21" w:rsidRPr="00485561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Externer Akteur</w:t>
            </w:r>
          </w:p>
        </w:tc>
        <w:tc>
          <w:tcPr>
            <w:tcW w:w="288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F1AC4A" w14:textId="2D3D83DF" w:rsidR="00480A21" w:rsidRPr="00485561" w:rsidRDefault="00480A21" w:rsidP="00F01CA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Umfang des Engagements im Land</w:t>
            </w:r>
            <w:r w:rsidR="00F01CAD"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/in der Region</w:t>
            </w:r>
          </w:p>
        </w:tc>
        <w:tc>
          <w:tcPr>
            <w:tcW w:w="2508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B8333" w14:textId="77777777" w:rsidR="00480A21" w:rsidRPr="00485561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Politische und strategische Ziele</w:t>
            </w:r>
          </w:p>
        </w:tc>
        <w:tc>
          <w:tcPr>
            <w:tcW w:w="2982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5D1080" w14:textId="77777777" w:rsidR="00A01543" w:rsidRDefault="00DA3068" w:rsidP="00BE0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Umfang bisheriger ZG-</w:t>
            </w:r>
          </w:p>
          <w:p w14:paraId="18952015" w14:textId="094EC9A8" w:rsidR="00480A21" w:rsidRPr="00485561" w:rsidRDefault="00DA3068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Förderung</w:t>
            </w:r>
          </w:p>
        </w:tc>
        <w:tc>
          <w:tcPr>
            <w:tcW w:w="4050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FC9654" w14:textId="77777777" w:rsidR="00480A21" w:rsidRPr="00485561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485561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Personelle und finanzielle Ressourcen ZG-Förderung</w:t>
            </w:r>
          </w:p>
        </w:tc>
      </w:tr>
      <w:tr w:rsidR="00480A21" w:rsidRPr="00A84C5C" w14:paraId="4755DE5B" w14:textId="77777777" w:rsidTr="00D3381C">
        <w:trPr>
          <w:trHeight w:val="291"/>
        </w:trPr>
        <w:tc>
          <w:tcPr>
            <w:tcW w:w="15120" w:type="dxa"/>
            <w:gridSpan w:val="5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B38081" w14:textId="4B0A4C96" w:rsidR="00480A21" w:rsidRPr="00485561" w:rsidRDefault="00485561" w:rsidP="00BE0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 w:rsidRPr="00485561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ANDERE DEUTSCHE AKTEURE</w:t>
            </w:r>
          </w:p>
        </w:tc>
      </w:tr>
      <w:tr w:rsidR="00480A21" w:rsidRPr="005E52F7" w14:paraId="72E166DA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402EE3" w14:textId="11313B22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38E88" w14:textId="01115687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FEFF7" w14:textId="168B8245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F5BA9C" w14:textId="5697BF1C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04D162" w14:textId="0A7571B4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485561" w:rsidRPr="00A84C5C" w14:paraId="556133E8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48DB9D" w14:textId="77777777" w:rsidR="00485561" w:rsidRPr="005E52F7" w:rsidRDefault="0048556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1DE0BD" w14:textId="77777777" w:rsidR="00485561" w:rsidRPr="005E52F7" w:rsidRDefault="0048556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43902B" w14:textId="77777777" w:rsidR="00485561" w:rsidRPr="005E52F7" w:rsidRDefault="0048556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FEB5D6" w14:textId="77777777" w:rsidR="00485561" w:rsidRPr="005E52F7" w:rsidRDefault="0048556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92A218" w14:textId="77777777" w:rsidR="00485561" w:rsidRPr="005E52F7" w:rsidRDefault="0048556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480A21" w:rsidRPr="00A84C5C" w14:paraId="7764EF7C" w14:textId="77777777" w:rsidTr="00D3381C">
        <w:trPr>
          <w:trHeight w:val="297"/>
        </w:trPr>
        <w:tc>
          <w:tcPr>
            <w:tcW w:w="15120" w:type="dxa"/>
            <w:gridSpan w:val="5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3B99F" w14:textId="1E2B788D" w:rsidR="00480A21" w:rsidRPr="00485561" w:rsidRDefault="00845A4A" w:rsidP="00BE0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INTERNATIONALE PARTNER (z</w:t>
            </w:r>
            <w:r w:rsidR="00485561" w:rsidRPr="00485561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t>.B. EU, FR, US)</w:t>
            </w:r>
          </w:p>
        </w:tc>
      </w:tr>
      <w:tr w:rsidR="00480A21" w:rsidRPr="00A84C5C" w14:paraId="014B62CC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44695F" w14:textId="4C2535D2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B4F22" w14:textId="693FB590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679B4D" w14:textId="096455E4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BDAB8C" w14:textId="732C667A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AD3C8" w14:textId="28B642C6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FE325E" w:rsidRPr="00A84C5C" w14:paraId="69FF6614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06D5E5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871CE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2CDD7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FA16C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4090CB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480A21" w:rsidRPr="00A84C5C" w14:paraId="2E335FB8" w14:textId="77777777" w:rsidTr="00D3381C">
        <w:trPr>
          <w:trHeight w:val="223"/>
        </w:trPr>
        <w:tc>
          <w:tcPr>
            <w:tcW w:w="15120" w:type="dxa"/>
            <w:gridSpan w:val="5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19D5FF" w14:textId="01D5B1BA" w:rsidR="00480A21" w:rsidRPr="00485561" w:rsidRDefault="00485561" w:rsidP="00BE0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 w:rsidRPr="00485561">
              <w:rPr>
                <w:rFonts w:ascii="Arial" w:eastAsia="Times New Roman" w:hAnsi="Arial" w:cs="Arial"/>
                <w:color w:val="ED145B"/>
                <w:kern w:val="24"/>
                <w:lang w:eastAsia="de-DE"/>
              </w:rPr>
              <w:lastRenderedPageBreak/>
              <w:t>WEITERE INTERNATIONALE AKTEURE</w:t>
            </w:r>
          </w:p>
        </w:tc>
      </w:tr>
      <w:tr w:rsidR="00480A21" w:rsidRPr="00A84C5C" w14:paraId="7A56553C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EBF11C" w14:textId="6782B667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D7BCB" w14:textId="4979FA43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D2CC34" w14:textId="08B2ABEB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F095DF" w14:textId="488746C4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B26194" w14:textId="30019A40" w:rsidR="00480A21" w:rsidRPr="005E52F7" w:rsidRDefault="00480A21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  <w:tr w:rsidR="00FE325E" w:rsidRPr="00A84C5C" w14:paraId="19BE50E3" w14:textId="77777777" w:rsidTr="008A0850">
        <w:trPr>
          <w:trHeight w:val="1122"/>
        </w:trPr>
        <w:tc>
          <w:tcPr>
            <w:tcW w:w="26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CA1F8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E7B76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5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134BF1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9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550981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40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A9977" w14:textId="77777777" w:rsidR="00FE325E" w:rsidRPr="005E52F7" w:rsidRDefault="00FE325E" w:rsidP="00BE0C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</w:tr>
    </w:tbl>
    <w:p w14:paraId="2333AC84" w14:textId="21314EA1" w:rsidR="00480A21" w:rsidRPr="00A84C5C" w:rsidRDefault="00480A21" w:rsidP="00A84C5C">
      <w:pPr>
        <w:rPr>
          <w:rFonts w:ascii="Chronicle Text G1" w:hAnsi="Chronicle Text G1"/>
          <w:sz w:val="24"/>
          <w:szCs w:val="24"/>
        </w:rPr>
      </w:pPr>
    </w:p>
    <w:p w14:paraId="0F0FCC44" w14:textId="6C1C0D10" w:rsidR="00A84C5C" w:rsidRDefault="00445BC4" w:rsidP="00445BC4">
      <w:pPr>
        <w:spacing w:after="0" w:line="240" w:lineRule="auto"/>
        <w:rPr>
          <w:rFonts w:ascii="Chronicle Text G1" w:hAnsi="Chronicle Text G1"/>
          <w:sz w:val="24"/>
          <w:szCs w:val="24"/>
        </w:rPr>
      </w:pPr>
      <w:r>
        <w:rPr>
          <w:rFonts w:ascii="Chronicle Text G1" w:hAnsi="Chronicle Text G1"/>
          <w:sz w:val="24"/>
          <w:szCs w:val="24"/>
        </w:rPr>
        <w:br w:type="page"/>
      </w:r>
    </w:p>
    <w:p w14:paraId="40091448" w14:textId="4EC27E59" w:rsidR="00C526DE" w:rsidRPr="00445BC4" w:rsidRDefault="00337E1D" w:rsidP="009C0D33">
      <w:pPr>
        <w:pStyle w:val="Heading1"/>
      </w:pPr>
      <w:bookmarkStart w:id="7" w:name="_Ref110096652"/>
      <w:bookmarkStart w:id="8" w:name="_Ref112919526"/>
      <w:bookmarkStart w:id="9" w:name="_Toc112920645"/>
      <w:r>
        <w:lastRenderedPageBreak/>
        <w:t>Schritt 4</w:t>
      </w:r>
      <w:r w:rsidR="00781BEE">
        <w:t xml:space="preserve">: </w:t>
      </w:r>
      <w:bookmarkEnd w:id="7"/>
      <w:r w:rsidR="00D70C38">
        <w:t>Entwicklung von Maßnahmen</w:t>
      </w:r>
      <w:bookmarkEnd w:id="8"/>
      <w:bookmarkEnd w:id="9"/>
    </w:p>
    <w:p w14:paraId="57C5A9BE" w14:textId="0FC5DA2D" w:rsidR="007174E7" w:rsidRDefault="008A0850" w:rsidP="007174E7">
      <w:pPr>
        <w:pStyle w:val="Caption"/>
        <w:keepNext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noProof/>
          <w:color w:val="auto"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31509E" wp14:editId="05853EE7">
                <wp:simplePos x="0" y="0"/>
                <wp:positionH relativeFrom="margin">
                  <wp:posOffset>-1115</wp:posOffset>
                </wp:positionH>
                <wp:positionV relativeFrom="paragraph">
                  <wp:posOffset>244630</wp:posOffset>
                </wp:positionV>
                <wp:extent cx="249555" cy="249555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C5E599" id="Oval 8" o:spid="_x0000_s1026" style="position:absolute;margin-left:-.1pt;margin-top:19.25pt;width:19.65pt;height:19.6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" fillcolor="#c6d9f1 [671]" stroked="f">
                <w10:wrap anchorx="margin"/>
              </v:oval>
            </w:pict>
          </mc:Fallback>
        </mc:AlternateContent>
      </w:r>
      <w:r w:rsidR="007174E7" w:rsidRPr="001B71F4">
        <w:rPr>
          <w:rFonts w:ascii="Times New Roman" w:hAnsi="Times New Roman" w:cs="Times New Roman"/>
          <w:color w:val="auto"/>
          <w:sz w:val="20"/>
          <w:szCs w:val="20"/>
        </w:rPr>
        <w:t>Tabelle</w:t>
      </w:r>
      <w:r w:rsidR="00A01543">
        <w:rPr>
          <w:rFonts w:ascii="Times New Roman" w:hAnsi="Times New Roman" w:cs="Times New Roman"/>
          <w:color w:val="auto"/>
          <w:sz w:val="20"/>
          <w:szCs w:val="20"/>
        </w:rPr>
        <w:t xml:space="preserve"> 4</w:t>
      </w:r>
      <w:r w:rsidR="007174E7" w:rsidRPr="001B71F4">
        <w:rPr>
          <w:rFonts w:ascii="Times New Roman" w:hAnsi="Times New Roman" w:cs="Times New Roman"/>
          <w:color w:val="auto"/>
          <w:sz w:val="20"/>
          <w:szCs w:val="20"/>
        </w:rPr>
        <w:t>: Entwicklung von Maßnahmen</w:t>
      </w:r>
    </w:p>
    <w:p w14:paraId="0F227C5B" w14:textId="7CA2DD75" w:rsidR="0078276F" w:rsidRPr="008A0850" w:rsidRDefault="008A0850" w:rsidP="008A0850">
      <w:pPr>
        <w:spacing w:before="240" w:after="240"/>
        <w:ind w:left="576"/>
        <w:rPr>
          <w:rFonts w:ascii="Times New Roman" w:hAnsi="Times New Roman" w:cs="Times New Roman"/>
          <w:sz w:val="20"/>
          <w:szCs w:val="20"/>
        </w:rPr>
      </w:pPr>
      <w:r w:rsidRPr="008A0850">
        <w:rPr>
          <w:rFonts w:ascii="Times New Roman" w:hAnsi="Times New Roman" w:cs="Times New Roman"/>
          <w:sz w:val="20"/>
          <w:szCs w:val="20"/>
        </w:rPr>
        <w:t>Direkte Übernahme von Informationen aus vorherigen Analyseschritten</w:t>
      </w:r>
    </w:p>
    <w:tbl>
      <w:tblPr>
        <w:tblW w:w="15220" w:type="dxa"/>
        <w:tblInd w:w="-10" w:type="dxa"/>
        <w:tblBorders>
          <w:top w:val="single" w:sz="8" w:space="0" w:color="000000" w:themeColor="text1"/>
          <w:bottom w:val="single" w:sz="8" w:space="0" w:color="000000" w:themeColor="text1"/>
          <w:insideH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68"/>
        <w:gridCol w:w="1285"/>
        <w:gridCol w:w="1333"/>
        <w:gridCol w:w="1559"/>
        <w:gridCol w:w="1384"/>
        <w:gridCol w:w="1481"/>
        <w:gridCol w:w="1350"/>
        <w:gridCol w:w="1170"/>
        <w:gridCol w:w="1170"/>
        <w:gridCol w:w="1800"/>
        <w:gridCol w:w="1620"/>
      </w:tblGrid>
      <w:tr w:rsidR="0078276F" w:rsidRPr="00B610C2" w14:paraId="3B0D17B0" w14:textId="77777777" w:rsidTr="00A01543">
        <w:trPr>
          <w:trHeight w:val="153"/>
        </w:trPr>
        <w:tc>
          <w:tcPr>
            <w:tcW w:w="3686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088DE" w14:textId="3DEEA40C" w:rsidR="0078276F" w:rsidRPr="001B71F4" w:rsidRDefault="0078276F" w:rsidP="0078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 w:rsidRPr="0078276F">
              <w:rPr>
                <w:rFonts w:ascii="Arial" w:eastAsia="Times New Roman" w:hAnsi="Arial" w:cs="Arial"/>
                <w:b/>
                <w:color w:val="ED145B"/>
                <w:kern w:val="24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F6A76" w14:textId="046B96CC" w:rsidR="0078276F" w:rsidRPr="001B71F4" w:rsidRDefault="0078276F" w:rsidP="007827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 w:rsidRPr="0078276F">
              <w:rPr>
                <w:rFonts w:ascii="Arial" w:eastAsia="Times New Roman" w:hAnsi="Arial" w:cs="Arial"/>
                <w:b/>
                <w:color w:val="ED145B"/>
                <w:kern w:val="24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9975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1F83B9" w14:textId="6B031641" w:rsidR="0078276F" w:rsidRPr="001B71F4" w:rsidRDefault="0078276F" w:rsidP="009F5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9F532B">
              <w:rPr>
                <w:rFonts w:ascii="Arial" w:eastAsia="Times New Roman" w:hAnsi="Arial" w:cs="Arial"/>
                <w:b/>
                <w:color w:val="ED145B"/>
                <w:kern w:val="24"/>
                <w:sz w:val="20"/>
                <w:szCs w:val="20"/>
                <w:lang w:val="en-US" w:eastAsia="de-DE"/>
              </w:rPr>
              <w:t>4.3</w:t>
            </w:r>
          </w:p>
        </w:tc>
      </w:tr>
      <w:tr w:rsidR="009F532B" w:rsidRPr="00B610C2" w14:paraId="57FA7B36" w14:textId="77777777" w:rsidTr="00A01543">
        <w:trPr>
          <w:trHeight w:val="153"/>
        </w:trPr>
        <w:tc>
          <w:tcPr>
            <w:tcW w:w="36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7B6926" w14:textId="07183C9A" w:rsidR="009F532B" w:rsidRPr="001B71F4" w:rsidRDefault="009F532B" w:rsidP="009F5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7DB6F0" w14:textId="2E84B2F4" w:rsidR="009F532B" w:rsidRPr="001B71F4" w:rsidRDefault="009F532B" w:rsidP="009F53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</w:p>
        </w:tc>
        <w:tc>
          <w:tcPr>
            <w:tcW w:w="1384" w:type="dxa"/>
            <w:tcBorders>
              <w:top w:val="nil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DFF0C0" w14:textId="77777777" w:rsidR="009F532B" w:rsidRPr="001B71F4" w:rsidRDefault="009F532B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</w:p>
        </w:tc>
        <w:tc>
          <w:tcPr>
            <w:tcW w:w="1481" w:type="dxa"/>
            <w:tcBorders>
              <w:top w:val="nil"/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3CE3E" w14:textId="77777777" w:rsidR="009F532B" w:rsidRPr="001B71F4" w:rsidRDefault="009F532B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dotted" w:sz="8" w:space="0" w:color="ED145B"/>
              <w:bottom w:val="single" w:sz="4" w:space="0" w:color="000000" w:themeColor="text1"/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EA9366" w14:textId="06985FD9" w:rsidR="009F532B" w:rsidRPr="00992E6F" w:rsidRDefault="009F532B" w:rsidP="00992E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992E6F">
              <w:rPr>
                <w:rFonts w:ascii="Arial" w:eastAsia="Times New Roman" w:hAnsi="Arial" w:cs="Arial"/>
                <w:color w:val="ED145B"/>
                <w:kern w:val="24"/>
                <w:sz w:val="20"/>
                <w:szCs w:val="20"/>
                <w:lang w:val="en-US" w:eastAsia="de-DE"/>
              </w:rPr>
              <w:t>Ressourcenanalyse</w:t>
            </w:r>
          </w:p>
        </w:tc>
        <w:tc>
          <w:tcPr>
            <w:tcW w:w="2970" w:type="dxa"/>
            <w:gridSpan w:val="2"/>
            <w:tcBorders>
              <w:top w:val="nil"/>
              <w:left w:val="dotted" w:sz="8" w:space="0" w:color="ED145B"/>
              <w:bottom w:val="single" w:sz="8" w:space="0" w:color="000000" w:themeColor="text1"/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276555" w14:textId="6826A327" w:rsidR="009F532B" w:rsidRPr="00992E6F" w:rsidRDefault="009F532B" w:rsidP="00992E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992E6F">
              <w:rPr>
                <w:rFonts w:ascii="Arial" w:eastAsia="Times New Roman" w:hAnsi="Arial" w:cs="Arial"/>
                <w:color w:val="ED145B"/>
                <w:kern w:val="24"/>
                <w:sz w:val="20"/>
                <w:szCs w:val="20"/>
                <w:lang w:val="en-US" w:eastAsia="de-DE"/>
              </w:rPr>
              <w:t>Risikoanalyse</w:t>
            </w:r>
          </w:p>
        </w:tc>
        <w:tc>
          <w:tcPr>
            <w:tcW w:w="1620" w:type="dxa"/>
            <w:tcBorders>
              <w:top w:val="nil"/>
              <w:left w:val="dotted" w:sz="8" w:space="0" w:color="ED145B"/>
            </w:tcBorders>
            <w:shd w:val="clear" w:color="auto" w:fill="auto"/>
          </w:tcPr>
          <w:p w14:paraId="3567537C" w14:textId="77777777" w:rsidR="009F532B" w:rsidRPr="001B71F4" w:rsidRDefault="009F532B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</w:pPr>
          </w:p>
        </w:tc>
      </w:tr>
      <w:tr w:rsidR="009F532B" w:rsidRPr="00B610C2" w14:paraId="522B3936" w14:textId="1D08BFBA" w:rsidTr="00A01543">
        <w:trPr>
          <w:trHeight w:val="1575"/>
        </w:trPr>
        <w:tc>
          <w:tcPr>
            <w:tcW w:w="1068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5D08D" w14:textId="77777777" w:rsidR="00A01543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>ZG-</w:t>
            </w:r>
          </w:p>
          <w:p w14:paraId="605AB071" w14:textId="1AAEB0E7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>Akteur</w:t>
            </w:r>
          </w:p>
        </w:tc>
        <w:tc>
          <w:tcPr>
            <w:tcW w:w="1285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2FC362" w14:textId="1207BAB6" w:rsidR="00992E6F" w:rsidRPr="001B71F4" w:rsidRDefault="00992E6F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992E6F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Kapazität</w:t>
            </w:r>
          </w:p>
        </w:tc>
        <w:tc>
          <w:tcPr>
            <w:tcW w:w="1333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74265" w14:textId="19D41133" w:rsidR="00992E6F" w:rsidRPr="001B71F4" w:rsidRDefault="00992E6F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992E6F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Legitimität</w:t>
            </w:r>
          </w:p>
        </w:tc>
        <w:tc>
          <w:tcPr>
            <w:tcW w:w="1559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64F3C3" w14:textId="77777777" w:rsidR="00A01543" w:rsidRDefault="00992E6F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 w:rsidRPr="00992E6F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Ge</w:t>
            </w:r>
            <w:r w:rsidR="00A01543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mein</w:t>
            </w:r>
            <w:r w:rsidR="009F532B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same Ziele Ihrer Organisa</w:t>
            </w:r>
            <w:r w:rsidRPr="00992E6F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 xml:space="preserve">tion und des </w:t>
            </w:r>
          </w:p>
          <w:p w14:paraId="0D6AF496" w14:textId="6CE871A7" w:rsidR="007F2F8E" w:rsidRPr="00A01543" w:rsidRDefault="00992E6F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</w:pPr>
            <w:r w:rsidRPr="00992E6F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ZG-Akteurs</w:t>
            </w:r>
          </w:p>
        </w:tc>
        <w:tc>
          <w:tcPr>
            <w:tcW w:w="138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35D470" w14:textId="0874919E" w:rsidR="007F2F8E" w:rsidRPr="00992E6F" w:rsidRDefault="00A01543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Unterstützung durch an</w:t>
            </w:r>
            <w:r w:rsidR="00992E6F" w:rsidRPr="00992E6F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eastAsia="de-DE"/>
              </w:rPr>
              <w:t>dere Ak-teure</w:t>
            </w:r>
            <w:bookmarkStart w:id="10" w:name="_GoBack"/>
            <w:bookmarkEnd w:id="10"/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3C480" w14:textId="48833D97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>Maßnahmen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dotted" w:sz="8" w:space="0" w:color="ED145B"/>
              <w:bottom w:val="nil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26C23" w14:textId="738437EB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 xml:space="preserve">Aufwand </w:t>
            </w:r>
          </w:p>
        </w:tc>
        <w:tc>
          <w:tcPr>
            <w:tcW w:w="1170" w:type="dxa"/>
            <w:tcBorders>
              <w:top w:val="single" w:sz="4" w:space="0" w:color="000000" w:themeColor="text1"/>
              <w:bottom w:val="nil"/>
              <w:right w:val="dotted" w:sz="8" w:space="0" w:color="ED145B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7B4559" w14:textId="6F138274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 xml:space="preserve">Ertrag </w:t>
            </w: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201783" w14:textId="60BBAC50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>Risiken</w:t>
            </w: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32CE8F" w14:textId="15D479E2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>Eindämmungsmaßnahmen</w:t>
            </w:r>
          </w:p>
        </w:tc>
        <w:tc>
          <w:tcPr>
            <w:tcW w:w="1620" w:type="dxa"/>
            <w:tcBorders>
              <w:left w:val="dotted" w:sz="8" w:space="0" w:color="ED145B"/>
            </w:tcBorders>
            <w:shd w:val="clear" w:color="auto" w:fill="F2F2F2"/>
          </w:tcPr>
          <w:p w14:paraId="73B01583" w14:textId="674FA12C" w:rsidR="007F2F8E" w:rsidRPr="001B71F4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</w:pPr>
            <w:r w:rsidRPr="001B71F4">
              <w:rPr>
                <w:rFonts w:ascii="Arial" w:eastAsia="Times New Roman" w:hAnsi="Arial" w:cs="Arial"/>
                <w:b/>
                <w:color w:val="000000"/>
                <w:kern w:val="24"/>
                <w:sz w:val="20"/>
                <w:szCs w:val="20"/>
                <w:lang w:val="en-US" w:eastAsia="de-DE"/>
              </w:rPr>
              <w:t xml:space="preserve">    Priorisierung</w:t>
            </w:r>
          </w:p>
        </w:tc>
      </w:tr>
      <w:tr w:rsidR="007F2F8E" w:rsidRPr="00B610C2" w14:paraId="79ADFCBE" w14:textId="453645B7" w:rsidTr="00D3381C">
        <w:trPr>
          <w:trHeight w:val="259"/>
        </w:trPr>
        <w:tc>
          <w:tcPr>
            <w:tcW w:w="15220" w:type="dxa"/>
            <w:gridSpan w:val="11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1D5286" w14:textId="6EFF4412" w:rsidR="007F2F8E" w:rsidRPr="0078276F" w:rsidRDefault="00992E6F" w:rsidP="007F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4"/>
                <w:lang w:val="en-US" w:eastAsia="de-DE"/>
              </w:rPr>
            </w:pPr>
            <w:r w:rsidRPr="0078276F">
              <w:rPr>
                <w:rFonts w:ascii="Arial" w:eastAsia="Times New Roman" w:hAnsi="Arial" w:cs="Arial"/>
                <w:color w:val="ED145B"/>
                <w:kern w:val="24"/>
                <w:lang w:val="en-US" w:eastAsia="de-DE"/>
              </w:rPr>
              <w:t>POLITISCHE BILDUNG</w:t>
            </w:r>
          </w:p>
        </w:tc>
      </w:tr>
      <w:tr w:rsidR="009F532B" w:rsidRPr="00B610C2" w14:paraId="258346C0" w14:textId="4679F339" w:rsidTr="00A01543">
        <w:trPr>
          <w:trHeight w:val="1782"/>
        </w:trPr>
        <w:tc>
          <w:tcPr>
            <w:tcW w:w="1068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E34AC2" w14:textId="47EE12DB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val="fr-FR" w:eastAsia="de-DE"/>
              </w:rPr>
            </w:pPr>
          </w:p>
        </w:tc>
        <w:tc>
          <w:tcPr>
            <w:tcW w:w="128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7CFAB" w14:textId="4CB7F2E5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3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69FC6" w14:textId="49C95B14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C41CD" w14:textId="70DF839F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852B44" w14:textId="77A43057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2A6C97" w14:textId="14360681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5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2BB115" w14:textId="379C6E44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17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356533" w14:textId="353E71B1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7FEAA" w14:textId="0E783964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718EE2" w14:textId="7B29D25D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620" w:type="dxa"/>
            <w:tcBorders>
              <w:left w:val="dotted" w:sz="8" w:space="0" w:color="ED145B"/>
            </w:tcBorders>
          </w:tcPr>
          <w:p w14:paraId="4F74BF07" w14:textId="77777777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DD1A5F" w:rsidRPr="00B610C2" w14:paraId="00886DA9" w14:textId="3A3FCF92" w:rsidTr="00D3381C">
        <w:trPr>
          <w:trHeight w:val="259"/>
        </w:trPr>
        <w:tc>
          <w:tcPr>
            <w:tcW w:w="15220" w:type="dxa"/>
            <w:gridSpan w:val="11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0AED6E" w14:textId="5A1854A5" w:rsidR="00DD1A5F" w:rsidRPr="0078276F" w:rsidRDefault="00992E6F" w:rsidP="00DD1A5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  <w:r w:rsidRPr="0078276F">
              <w:rPr>
                <w:rFonts w:ascii="Arial" w:hAnsi="Arial" w:cs="Arial"/>
                <w:color w:val="ED145B"/>
                <w:kern w:val="24"/>
                <w:lang w:val="en-US"/>
              </w:rPr>
              <w:t>MOBILISIERUNG</w:t>
            </w:r>
          </w:p>
        </w:tc>
      </w:tr>
      <w:tr w:rsidR="009F532B" w:rsidRPr="00B610C2" w14:paraId="31A6C1C8" w14:textId="19E4C7C8" w:rsidTr="00A01543">
        <w:trPr>
          <w:trHeight w:val="1440"/>
        </w:trPr>
        <w:tc>
          <w:tcPr>
            <w:tcW w:w="1068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A6F5D7" w14:textId="681254A9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28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322407" w14:textId="3FE5A5B1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3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9D022E" w14:textId="319F1B43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6945D2" w14:textId="1FBD0615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A88273" w14:textId="2755C03F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14499" w14:textId="5EC78568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35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6E814" w14:textId="7819BB8E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17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9AAD5" w14:textId="4E9653CD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BA56A" w14:textId="0BD6E831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5ACE6" w14:textId="45FCBC77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620" w:type="dxa"/>
            <w:tcBorders>
              <w:left w:val="dotted" w:sz="8" w:space="0" w:color="ED145B"/>
            </w:tcBorders>
          </w:tcPr>
          <w:p w14:paraId="78D0FE2C" w14:textId="77777777" w:rsidR="007F2F8E" w:rsidRPr="00992E6F" w:rsidRDefault="007F2F8E" w:rsidP="00B610C2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992E6F" w:rsidRPr="00992E6F" w14:paraId="632C28C5" w14:textId="5CF65FB0" w:rsidTr="00D3381C">
        <w:trPr>
          <w:trHeight w:val="259"/>
        </w:trPr>
        <w:tc>
          <w:tcPr>
            <w:tcW w:w="15220" w:type="dxa"/>
            <w:gridSpan w:val="11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1D161" w14:textId="38E7F0FA" w:rsidR="00DD1A5F" w:rsidRPr="0078276F" w:rsidRDefault="00992E6F" w:rsidP="00DD1A5F">
            <w:pPr>
              <w:spacing w:after="0" w:line="240" w:lineRule="auto"/>
              <w:jc w:val="center"/>
              <w:rPr>
                <w:rFonts w:ascii="Arial" w:hAnsi="Arial" w:cs="Arial"/>
                <w:color w:val="ED145B"/>
                <w:kern w:val="24"/>
                <w:lang w:val="en-US"/>
              </w:rPr>
            </w:pPr>
            <w:r w:rsidRPr="0078276F">
              <w:rPr>
                <w:rFonts w:ascii="Arial" w:hAnsi="Arial" w:cs="Arial"/>
                <w:color w:val="ED145B"/>
                <w:kern w:val="24"/>
                <w:lang w:val="en-US"/>
              </w:rPr>
              <w:t>MONITORING</w:t>
            </w:r>
          </w:p>
        </w:tc>
      </w:tr>
      <w:tr w:rsidR="009F532B" w:rsidRPr="00B610C2" w14:paraId="146AEF78" w14:textId="66736B1E" w:rsidTr="00A01543">
        <w:trPr>
          <w:trHeight w:val="1629"/>
        </w:trPr>
        <w:tc>
          <w:tcPr>
            <w:tcW w:w="1068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B15767" w14:textId="77777777" w:rsidR="007F2F8E" w:rsidRPr="00992E6F" w:rsidRDefault="007F2F8E" w:rsidP="00AC0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lang w:val="en-US" w:eastAsia="de-DE"/>
              </w:rPr>
            </w:pPr>
          </w:p>
        </w:tc>
        <w:tc>
          <w:tcPr>
            <w:tcW w:w="128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7308F8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</w:rPr>
            </w:pPr>
          </w:p>
        </w:tc>
        <w:tc>
          <w:tcPr>
            <w:tcW w:w="133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2C0A5A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960D11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00E01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A62B7C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5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9D8A7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494448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D27D0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D5677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620" w:type="dxa"/>
            <w:tcBorders>
              <w:left w:val="dotted" w:sz="8" w:space="0" w:color="ED145B"/>
            </w:tcBorders>
          </w:tcPr>
          <w:p w14:paraId="74E14286" w14:textId="77777777" w:rsidR="007F2F8E" w:rsidRPr="00992E6F" w:rsidRDefault="007F2F8E" w:rsidP="00AC06ED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</w:tr>
      <w:tr w:rsidR="00DD1A5F" w:rsidRPr="00B610C2" w14:paraId="13B4E3A3" w14:textId="1818DA19" w:rsidTr="00D3381C">
        <w:trPr>
          <w:trHeight w:val="259"/>
        </w:trPr>
        <w:tc>
          <w:tcPr>
            <w:tcW w:w="15220" w:type="dxa"/>
            <w:gridSpan w:val="11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73BCD7" w14:textId="1341ECF8" w:rsidR="00DD1A5F" w:rsidRPr="0078276F" w:rsidRDefault="00992E6F" w:rsidP="00DD1A5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  <w:r w:rsidRPr="0078276F">
              <w:rPr>
                <w:rFonts w:ascii="Arial" w:hAnsi="Arial" w:cs="Arial"/>
                <w:color w:val="ED145B"/>
                <w:kern w:val="24"/>
                <w:lang w:val="en-US"/>
              </w:rPr>
              <w:t>LOBBYING</w:t>
            </w:r>
          </w:p>
        </w:tc>
      </w:tr>
      <w:tr w:rsidR="009F532B" w:rsidRPr="00992E6F" w14:paraId="2741ED30" w14:textId="6F71AC16" w:rsidTr="00A01543">
        <w:trPr>
          <w:trHeight w:val="1719"/>
        </w:trPr>
        <w:tc>
          <w:tcPr>
            <w:tcW w:w="1068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AD8494" w14:textId="77777777" w:rsidR="007F2F8E" w:rsidRPr="00992E6F" w:rsidRDefault="007F2F8E" w:rsidP="005E3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lang w:val="en-US" w:eastAsia="de-DE"/>
              </w:rPr>
            </w:pPr>
          </w:p>
        </w:tc>
        <w:tc>
          <w:tcPr>
            <w:tcW w:w="128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C3D1CC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</w:rPr>
            </w:pPr>
          </w:p>
        </w:tc>
        <w:tc>
          <w:tcPr>
            <w:tcW w:w="133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544324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A0B996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FC6C7C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AA558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5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0B433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FDBB1A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FFC597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BEFF9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620" w:type="dxa"/>
            <w:tcBorders>
              <w:left w:val="dotted" w:sz="8" w:space="0" w:color="ED145B"/>
            </w:tcBorders>
          </w:tcPr>
          <w:p w14:paraId="76E3C3FF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</w:tr>
      <w:tr w:rsidR="00DD1A5F" w:rsidRPr="00B610C2" w14:paraId="7B35CF06" w14:textId="2CCB881B" w:rsidTr="00D3381C">
        <w:trPr>
          <w:trHeight w:val="259"/>
        </w:trPr>
        <w:tc>
          <w:tcPr>
            <w:tcW w:w="15220" w:type="dxa"/>
            <w:gridSpan w:val="11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3146C2" w14:textId="70E8CDEA" w:rsidR="00DD1A5F" w:rsidRPr="0078276F" w:rsidRDefault="00992E6F" w:rsidP="00DD1A5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  <w:r w:rsidRPr="0078276F">
              <w:rPr>
                <w:rFonts w:ascii="Arial" w:hAnsi="Arial" w:cs="Arial"/>
                <w:color w:val="ED145B"/>
                <w:kern w:val="24"/>
                <w:lang w:val="en-US"/>
              </w:rPr>
              <w:t>IDEENGENERIERUNG</w:t>
            </w:r>
          </w:p>
        </w:tc>
      </w:tr>
      <w:tr w:rsidR="009F532B" w:rsidRPr="00B610C2" w14:paraId="61ED766B" w14:textId="67329D30" w:rsidTr="00A01543">
        <w:trPr>
          <w:trHeight w:val="1827"/>
        </w:trPr>
        <w:tc>
          <w:tcPr>
            <w:tcW w:w="1068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2EDD87" w14:textId="77777777" w:rsidR="007F2F8E" w:rsidRPr="00992E6F" w:rsidRDefault="007F2F8E" w:rsidP="005E3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lang w:val="en-US" w:eastAsia="de-DE"/>
              </w:rPr>
            </w:pPr>
          </w:p>
        </w:tc>
        <w:tc>
          <w:tcPr>
            <w:tcW w:w="128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F53352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</w:rPr>
            </w:pPr>
          </w:p>
        </w:tc>
        <w:tc>
          <w:tcPr>
            <w:tcW w:w="1333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EC23A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2E2B93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A6D95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481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ADC65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35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B22A52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0E7870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170" w:type="dxa"/>
            <w:tcBorders>
              <w:lef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F22DA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800" w:type="dxa"/>
            <w:tcBorders>
              <w:right w:val="dotted" w:sz="8" w:space="0" w:color="ED145B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58C795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  <w:tc>
          <w:tcPr>
            <w:tcW w:w="1620" w:type="dxa"/>
            <w:tcBorders>
              <w:left w:val="dotted" w:sz="8" w:space="0" w:color="ED145B"/>
            </w:tcBorders>
          </w:tcPr>
          <w:p w14:paraId="1BC51747" w14:textId="77777777" w:rsidR="007F2F8E" w:rsidRPr="00992E6F" w:rsidRDefault="007F2F8E" w:rsidP="005E32C6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24"/>
                <w:lang w:val="en-US"/>
              </w:rPr>
            </w:pPr>
          </w:p>
        </w:tc>
      </w:tr>
    </w:tbl>
    <w:p w14:paraId="382E7C31" w14:textId="09384541" w:rsidR="002C30FC" w:rsidRPr="00E761F5" w:rsidRDefault="002C30FC" w:rsidP="007174E7">
      <w:pPr>
        <w:spacing w:after="0" w:line="240" w:lineRule="auto"/>
        <w:rPr>
          <w:rFonts w:ascii="Chronicle Text G1" w:hAnsi="Chronicle Text G1"/>
          <w:sz w:val="24"/>
          <w:szCs w:val="24"/>
        </w:rPr>
      </w:pPr>
    </w:p>
    <w:sectPr w:rsidR="002C30FC" w:rsidRPr="00E761F5" w:rsidSect="00873981">
      <w:headerReference w:type="default" r:id="rId9"/>
      <w:footerReference w:type="default" r:id="rId10"/>
      <w:pgSz w:w="16840" w:h="11907" w:orient="landscape" w:code="9"/>
      <w:pgMar w:top="709" w:right="1296" w:bottom="1296" w:left="993" w:header="1008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5A767" w14:textId="77777777" w:rsidR="00A401F4" w:rsidRDefault="00A401F4" w:rsidP="000C6D14">
      <w:r>
        <w:separator/>
      </w:r>
    </w:p>
    <w:p w14:paraId="5113FFF2" w14:textId="77777777" w:rsidR="00A401F4" w:rsidRDefault="00A401F4" w:rsidP="000C6D14"/>
    <w:p w14:paraId="074EC57A" w14:textId="77777777" w:rsidR="00A401F4" w:rsidRDefault="00A401F4" w:rsidP="000C6D14"/>
  </w:endnote>
  <w:endnote w:type="continuationSeparator" w:id="0">
    <w:p w14:paraId="6F4B7085" w14:textId="77777777" w:rsidR="00A401F4" w:rsidRDefault="00A401F4" w:rsidP="000C6D14">
      <w:r>
        <w:continuationSeparator/>
      </w:r>
    </w:p>
    <w:p w14:paraId="3C288425" w14:textId="77777777" w:rsidR="00A401F4" w:rsidRDefault="00A401F4" w:rsidP="000C6D14"/>
    <w:p w14:paraId="79625395" w14:textId="77777777" w:rsidR="00A401F4" w:rsidRDefault="00A401F4" w:rsidP="000C6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lag Compressed Light">
    <w:panose1 w:val="00000000000000000000"/>
    <w:charset w:val="00"/>
    <w:family w:val="auto"/>
    <w:pitch w:val="variable"/>
    <w:sig w:usb0="A00000FF" w:usb1="4000006A" w:usb2="00000000" w:usb3="00000000" w:csb0="0000009B" w:csb1="00000000"/>
  </w:font>
  <w:font w:name="Verlag Compressed Bold">
    <w:panose1 w:val="00000000000000000000"/>
    <w:charset w:val="00"/>
    <w:family w:val="auto"/>
    <w:pitch w:val="variable"/>
    <w:sig w:usb0="A00000FF" w:usb1="4000006A" w:usb2="00000000" w:usb3="00000000" w:csb0="0000009B" w:csb1="00000000"/>
  </w:font>
  <w:font w:name="Verlag Compressed Book">
    <w:panose1 w:val="00000000000000000000"/>
    <w:charset w:val="00"/>
    <w:family w:val="auto"/>
    <w:pitch w:val="variable"/>
    <w:sig w:usb0="A00000FF" w:usb1="4000006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ronicle Text G1">
    <w:panose1 w:val="00000000000000000000"/>
    <w:charset w:val="00"/>
    <w:family w:val="auto"/>
    <w:pitch w:val="variable"/>
    <w:sig w:usb0="A10000FF" w:usb1="5000405B" w:usb2="00000000" w:usb3="00000000" w:csb0="0000009B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lag Compressed Black">
    <w:panose1 w:val="00000000000000000000"/>
    <w:charset w:val="00"/>
    <w:family w:val="auto"/>
    <w:pitch w:val="variable"/>
    <w:sig w:usb0="A00000FF" w:usb1="4000006A" w:usb2="00000000" w:usb3="00000000" w:csb0="0000009B" w:csb1="00000000"/>
  </w:font>
  <w:font w:name="Chronicle Text G1 Semi">
    <w:panose1 w:val="00000000000000000000"/>
    <w:charset w:val="00"/>
    <w:family w:val="auto"/>
    <w:pitch w:val="variable"/>
    <w:sig w:usb0="A10000FF" w:usb1="5000405B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BB3F3" w14:textId="77777777" w:rsidR="00A401F4" w:rsidRDefault="00A401F4" w:rsidP="000C6D14">
    <w:pPr>
      <w:pStyle w:val="GPPiwebsite"/>
    </w:pPr>
  </w:p>
  <w:p w14:paraId="07504700" w14:textId="722A4889" w:rsidR="00A401F4" w:rsidRDefault="00A401F4" w:rsidP="002A0599">
    <w:pPr>
      <w:pStyle w:val="GPPiwebsite"/>
    </w:pPr>
    <w:r w:rsidRPr="000C6D14">
      <w:t>gppi</w:t>
    </w:r>
    <w:r w:rsidRPr="008601D9">
      <w:t>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1D3A4" w14:textId="77777777" w:rsidR="00A401F4" w:rsidRDefault="00A401F4" w:rsidP="000C6D14">
      <w:r>
        <w:separator/>
      </w:r>
    </w:p>
    <w:p w14:paraId="23110D00" w14:textId="77777777" w:rsidR="00A401F4" w:rsidRPr="00C01DF9" w:rsidRDefault="00A401F4" w:rsidP="000C6D14"/>
  </w:footnote>
  <w:footnote w:type="continuationSeparator" w:id="0">
    <w:p w14:paraId="27EAA0B6" w14:textId="77777777" w:rsidR="00A401F4" w:rsidRDefault="00A401F4" w:rsidP="000C6D14">
      <w:r>
        <w:continuationSeparator/>
      </w:r>
    </w:p>
    <w:p w14:paraId="6F24359D" w14:textId="77777777" w:rsidR="00A401F4" w:rsidRDefault="00A401F4" w:rsidP="000C6D14"/>
    <w:p w14:paraId="5B29BD85" w14:textId="77777777" w:rsidR="00A401F4" w:rsidRDefault="00A401F4" w:rsidP="000C6D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C4AA1" w14:textId="1C0B9B7D" w:rsidR="00A401F4" w:rsidRPr="0073110C" w:rsidRDefault="00A401F4" w:rsidP="0073110C">
    <w:pPr>
      <w:spacing w:before="120" w:after="120"/>
      <w:ind w:left="635"/>
      <w:jc w:val="center"/>
      <w:rPr>
        <w:color w:val="FF0000"/>
      </w:rPr>
    </w:pPr>
    <w:r w:rsidRPr="0073110C">
      <w:rPr>
        <w:noProof/>
        <w:color w:val="FF0000"/>
        <w:lang w:val="en-US"/>
      </w:rPr>
      <w:drawing>
        <wp:anchor distT="0" distB="0" distL="114300" distR="114300" simplePos="0" relativeHeight="251659264" behindDoc="1" locked="0" layoutInCell="1" allowOverlap="1" wp14:anchorId="12F8224D" wp14:editId="5122CE0F">
          <wp:simplePos x="0" y="0"/>
          <wp:positionH relativeFrom="column">
            <wp:posOffset>71120</wp:posOffset>
          </wp:positionH>
          <wp:positionV relativeFrom="page">
            <wp:posOffset>527685</wp:posOffset>
          </wp:positionV>
          <wp:extent cx="1163320" cy="515620"/>
          <wp:effectExtent l="0" t="0" r="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Pi Logo RGB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515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AF0"/>
    <w:multiLevelType w:val="multilevel"/>
    <w:tmpl w:val="0DE20824"/>
    <w:lvl w:ilvl="0">
      <w:start w:val="1"/>
      <w:numFmt w:val="decimal"/>
      <w:lvlText w:val="%1"/>
      <w:lvlJc w:val="left"/>
      <w:pPr>
        <w:tabs>
          <w:tab w:val="num" w:pos="640"/>
        </w:tabs>
        <w:ind w:left="6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4"/>
        </w:tabs>
        <w:ind w:left="7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28"/>
        </w:tabs>
        <w:ind w:left="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"/>
        </w:tabs>
        <w:ind w:left="1072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16"/>
        </w:tabs>
        <w:ind w:left="1216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360"/>
        </w:tabs>
        <w:ind w:left="1360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504"/>
        </w:tabs>
        <w:ind w:left="150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648"/>
        </w:tabs>
        <w:ind w:left="1648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92"/>
        </w:tabs>
        <w:ind w:left="1792" w:hanging="1584"/>
      </w:pPr>
      <w:rPr>
        <w:rFonts w:hint="default"/>
      </w:rPr>
    </w:lvl>
  </w:abstractNum>
  <w:abstractNum w:abstractNumId="1" w15:restartNumberingAfterBreak="0">
    <w:nsid w:val="08E15D9C"/>
    <w:multiLevelType w:val="hybridMultilevel"/>
    <w:tmpl w:val="B7CCC5EC"/>
    <w:lvl w:ilvl="0" w:tplc="858E298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26D7"/>
    <w:multiLevelType w:val="hybridMultilevel"/>
    <w:tmpl w:val="A20C3620"/>
    <w:lvl w:ilvl="0" w:tplc="087272C6">
      <w:start w:val="201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04AC8"/>
    <w:multiLevelType w:val="multilevel"/>
    <w:tmpl w:val="43FEE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497094F"/>
    <w:multiLevelType w:val="hybridMultilevel"/>
    <w:tmpl w:val="1908BCB0"/>
    <w:lvl w:ilvl="0" w:tplc="BF56D9A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1B2198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C666E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D0CB3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99448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71A3A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79A90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F403E6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16482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24D821C4"/>
    <w:multiLevelType w:val="hybridMultilevel"/>
    <w:tmpl w:val="C054C964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DC2ED9"/>
    <w:multiLevelType w:val="hybridMultilevel"/>
    <w:tmpl w:val="0BBA3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016C0"/>
    <w:multiLevelType w:val="hybridMultilevel"/>
    <w:tmpl w:val="1DA48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F3C66"/>
    <w:multiLevelType w:val="hybridMultilevel"/>
    <w:tmpl w:val="A1942AB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B4E53"/>
    <w:multiLevelType w:val="hybridMultilevel"/>
    <w:tmpl w:val="5AE214B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F3DFE"/>
    <w:multiLevelType w:val="hybridMultilevel"/>
    <w:tmpl w:val="2D78AF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9932E4"/>
    <w:multiLevelType w:val="hybridMultilevel"/>
    <w:tmpl w:val="5BCE86F4"/>
    <w:lvl w:ilvl="0" w:tplc="AD52BE90">
      <w:start w:val="1"/>
      <w:numFmt w:val="bullet"/>
      <w:pStyle w:val="GPPiBULLETS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517B157F"/>
    <w:multiLevelType w:val="hybridMultilevel"/>
    <w:tmpl w:val="79B6D1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C37270"/>
    <w:multiLevelType w:val="hybridMultilevel"/>
    <w:tmpl w:val="DB9456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0857FE"/>
    <w:multiLevelType w:val="hybridMultilevel"/>
    <w:tmpl w:val="F34E9DD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01156"/>
    <w:multiLevelType w:val="hybridMultilevel"/>
    <w:tmpl w:val="DBA01C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5449F"/>
    <w:multiLevelType w:val="hybridMultilevel"/>
    <w:tmpl w:val="61BA8BE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B6EC3"/>
    <w:multiLevelType w:val="hybridMultilevel"/>
    <w:tmpl w:val="AB3A450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30E07"/>
    <w:multiLevelType w:val="hybridMultilevel"/>
    <w:tmpl w:val="E076AB9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D4E49"/>
    <w:multiLevelType w:val="multilevel"/>
    <w:tmpl w:val="EAB6E43E"/>
    <w:styleLink w:val="GPPiBulletList"/>
    <w:lvl w:ilvl="0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 w15:restartNumberingAfterBreak="0">
    <w:nsid w:val="6F9A43A0"/>
    <w:multiLevelType w:val="hybridMultilevel"/>
    <w:tmpl w:val="9AD09174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977205"/>
    <w:multiLevelType w:val="hybridMultilevel"/>
    <w:tmpl w:val="58A0524C"/>
    <w:lvl w:ilvl="0" w:tplc="BE6018D6">
      <w:start w:val="1"/>
      <w:numFmt w:val="decimal"/>
      <w:pStyle w:val="GPPinumbers"/>
      <w:lvlText w:val="%1."/>
      <w:lvlJc w:val="left"/>
      <w:pPr>
        <w:ind w:left="1684" w:hanging="360"/>
      </w:pPr>
    </w:lvl>
    <w:lvl w:ilvl="1" w:tplc="04090019" w:tentative="1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22" w15:restartNumberingAfterBreak="0">
    <w:nsid w:val="738327A3"/>
    <w:multiLevelType w:val="hybridMultilevel"/>
    <w:tmpl w:val="0F2ED0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55A10"/>
    <w:multiLevelType w:val="hybridMultilevel"/>
    <w:tmpl w:val="34C846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21"/>
  </w:num>
  <w:num w:numId="5">
    <w:abstractNumId w:val="1"/>
  </w:num>
  <w:num w:numId="6">
    <w:abstractNumId w:val="20"/>
  </w:num>
  <w:num w:numId="7">
    <w:abstractNumId w:val="14"/>
  </w:num>
  <w:num w:numId="8">
    <w:abstractNumId w:val="23"/>
  </w:num>
  <w:num w:numId="9">
    <w:abstractNumId w:val="12"/>
  </w:num>
  <w:num w:numId="10">
    <w:abstractNumId w:val="13"/>
  </w:num>
  <w:num w:numId="11">
    <w:abstractNumId w:val="9"/>
  </w:num>
  <w:num w:numId="12">
    <w:abstractNumId w:val="6"/>
  </w:num>
  <w:num w:numId="13">
    <w:abstractNumId w:val="7"/>
  </w:num>
  <w:num w:numId="14">
    <w:abstractNumId w:val="18"/>
  </w:num>
  <w:num w:numId="15">
    <w:abstractNumId w:val="17"/>
  </w:num>
  <w:num w:numId="16">
    <w:abstractNumId w:val="5"/>
  </w:num>
  <w:num w:numId="17">
    <w:abstractNumId w:val="2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  <w:num w:numId="26">
    <w:abstractNumId w:val="22"/>
  </w:num>
  <w:num w:numId="27">
    <w:abstractNumId w:val="15"/>
  </w:num>
  <w:num w:numId="28">
    <w:abstractNumId w:val="8"/>
  </w:num>
  <w:num w:numId="2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3MzeyMDI0NjeyNDFU0lEKTi0uzszPAykwqgUAd+ZptCwAAAA="/>
  </w:docVars>
  <w:rsids>
    <w:rsidRoot w:val="00BB79C8"/>
    <w:rsid w:val="00000E46"/>
    <w:rsid w:val="00001641"/>
    <w:rsid w:val="00002C7A"/>
    <w:rsid w:val="00003246"/>
    <w:rsid w:val="00003575"/>
    <w:rsid w:val="00004C99"/>
    <w:rsid w:val="00004E70"/>
    <w:rsid w:val="00005823"/>
    <w:rsid w:val="00006F83"/>
    <w:rsid w:val="00007A99"/>
    <w:rsid w:val="000109BB"/>
    <w:rsid w:val="00010DBA"/>
    <w:rsid w:val="00011367"/>
    <w:rsid w:val="000116CE"/>
    <w:rsid w:val="00011F86"/>
    <w:rsid w:val="000127C8"/>
    <w:rsid w:val="00013252"/>
    <w:rsid w:val="00013889"/>
    <w:rsid w:val="000138CC"/>
    <w:rsid w:val="000145BC"/>
    <w:rsid w:val="00014B05"/>
    <w:rsid w:val="00014E95"/>
    <w:rsid w:val="00014F65"/>
    <w:rsid w:val="00015631"/>
    <w:rsid w:val="00017E04"/>
    <w:rsid w:val="0002079E"/>
    <w:rsid w:val="000222F9"/>
    <w:rsid w:val="00023D2B"/>
    <w:rsid w:val="00024FBF"/>
    <w:rsid w:val="00026359"/>
    <w:rsid w:val="00026848"/>
    <w:rsid w:val="00026B84"/>
    <w:rsid w:val="00027B86"/>
    <w:rsid w:val="00027BCC"/>
    <w:rsid w:val="00027EE7"/>
    <w:rsid w:val="0003073C"/>
    <w:rsid w:val="00030DAC"/>
    <w:rsid w:val="00032430"/>
    <w:rsid w:val="00032986"/>
    <w:rsid w:val="00034238"/>
    <w:rsid w:val="0003493F"/>
    <w:rsid w:val="00036811"/>
    <w:rsid w:val="00036853"/>
    <w:rsid w:val="00036BD9"/>
    <w:rsid w:val="0003726D"/>
    <w:rsid w:val="0004090B"/>
    <w:rsid w:val="00040B3E"/>
    <w:rsid w:val="00040BDF"/>
    <w:rsid w:val="0004176C"/>
    <w:rsid w:val="0004240A"/>
    <w:rsid w:val="00042C8C"/>
    <w:rsid w:val="00042EC8"/>
    <w:rsid w:val="00044347"/>
    <w:rsid w:val="00044452"/>
    <w:rsid w:val="000460E5"/>
    <w:rsid w:val="000478BA"/>
    <w:rsid w:val="0005078E"/>
    <w:rsid w:val="00050996"/>
    <w:rsid w:val="000518B8"/>
    <w:rsid w:val="000519EF"/>
    <w:rsid w:val="000522C5"/>
    <w:rsid w:val="000528EB"/>
    <w:rsid w:val="00054C2D"/>
    <w:rsid w:val="0005569A"/>
    <w:rsid w:val="00055754"/>
    <w:rsid w:val="000564C3"/>
    <w:rsid w:val="00056585"/>
    <w:rsid w:val="00057C41"/>
    <w:rsid w:val="000638DA"/>
    <w:rsid w:val="000640FA"/>
    <w:rsid w:val="00064288"/>
    <w:rsid w:val="00065674"/>
    <w:rsid w:val="00066032"/>
    <w:rsid w:val="00066930"/>
    <w:rsid w:val="00066A6D"/>
    <w:rsid w:val="000672D1"/>
    <w:rsid w:val="0007017B"/>
    <w:rsid w:val="000703FD"/>
    <w:rsid w:val="00070708"/>
    <w:rsid w:val="000725A7"/>
    <w:rsid w:val="00072739"/>
    <w:rsid w:val="00072F68"/>
    <w:rsid w:val="00073A7E"/>
    <w:rsid w:val="00075FB7"/>
    <w:rsid w:val="00077AAF"/>
    <w:rsid w:val="0008018B"/>
    <w:rsid w:val="00081B17"/>
    <w:rsid w:val="00081E69"/>
    <w:rsid w:val="000832CD"/>
    <w:rsid w:val="000864AC"/>
    <w:rsid w:val="00086CC8"/>
    <w:rsid w:val="0009015E"/>
    <w:rsid w:val="000909B3"/>
    <w:rsid w:val="000931DE"/>
    <w:rsid w:val="000934D1"/>
    <w:rsid w:val="000937B4"/>
    <w:rsid w:val="000939C9"/>
    <w:rsid w:val="0009604A"/>
    <w:rsid w:val="00096083"/>
    <w:rsid w:val="000963F8"/>
    <w:rsid w:val="00096C95"/>
    <w:rsid w:val="00097752"/>
    <w:rsid w:val="0009797B"/>
    <w:rsid w:val="00097D38"/>
    <w:rsid w:val="000A13E2"/>
    <w:rsid w:val="000A1859"/>
    <w:rsid w:val="000A1861"/>
    <w:rsid w:val="000A2851"/>
    <w:rsid w:val="000A58B7"/>
    <w:rsid w:val="000A72F9"/>
    <w:rsid w:val="000A7990"/>
    <w:rsid w:val="000B1184"/>
    <w:rsid w:val="000B26D6"/>
    <w:rsid w:val="000B2F33"/>
    <w:rsid w:val="000B472D"/>
    <w:rsid w:val="000B511D"/>
    <w:rsid w:val="000B53C8"/>
    <w:rsid w:val="000B6B13"/>
    <w:rsid w:val="000B7A2A"/>
    <w:rsid w:val="000C0912"/>
    <w:rsid w:val="000C211B"/>
    <w:rsid w:val="000C2423"/>
    <w:rsid w:val="000C32E5"/>
    <w:rsid w:val="000C35B2"/>
    <w:rsid w:val="000C422E"/>
    <w:rsid w:val="000C6D14"/>
    <w:rsid w:val="000C7F38"/>
    <w:rsid w:val="000D0278"/>
    <w:rsid w:val="000D0F93"/>
    <w:rsid w:val="000D2339"/>
    <w:rsid w:val="000D3885"/>
    <w:rsid w:val="000D3BCE"/>
    <w:rsid w:val="000D4207"/>
    <w:rsid w:val="000D4CDA"/>
    <w:rsid w:val="000D543E"/>
    <w:rsid w:val="000D5B8C"/>
    <w:rsid w:val="000D6FD3"/>
    <w:rsid w:val="000D7BA4"/>
    <w:rsid w:val="000E111B"/>
    <w:rsid w:val="000E1187"/>
    <w:rsid w:val="000E135D"/>
    <w:rsid w:val="000E218B"/>
    <w:rsid w:val="000E225A"/>
    <w:rsid w:val="000E2369"/>
    <w:rsid w:val="000E3F3E"/>
    <w:rsid w:val="000E4A95"/>
    <w:rsid w:val="000E73D1"/>
    <w:rsid w:val="000E76C9"/>
    <w:rsid w:val="000E7DA5"/>
    <w:rsid w:val="000E7DB9"/>
    <w:rsid w:val="000F1957"/>
    <w:rsid w:val="000F1A4E"/>
    <w:rsid w:val="000F37BF"/>
    <w:rsid w:val="000F3AA7"/>
    <w:rsid w:val="000F3BF6"/>
    <w:rsid w:val="000F4171"/>
    <w:rsid w:val="000F453E"/>
    <w:rsid w:val="000F5207"/>
    <w:rsid w:val="000F54B7"/>
    <w:rsid w:val="000F60FE"/>
    <w:rsid w:val="000F7DF9"/>
    <w:rsid w:val="0010045F"/>
    <w:rsid w:val="001004B8"/>
    <w:rsid w:val="00101040"/>
    <w:rsid w:val="00101578"/>
    <w:rsid w:val="00102F81"/>
    <w:rsid w:val="00103B34"/>
    <w:rsid w:val="00103E09"/>
    <w:rsid w:val="00103F94"/>
    <w:rsid w:val="00104131"/>
    <w:rsid w:val="0010468B"/>
    <w:rsid w:val="00105E52"/>
    <w:rsid w:val="00105E7A"/>
    <w:rsid w:val="00107E2E"/>
    <w:rsid w:val="00110658"/>
    <w:rsid w:val="00112380"/>
    <w:rsid w:val="0011266C"/>
    <w:rsid w:val="00112B5F"/>
    <w:rsid w:val="001138A5"/>
    <w:rsid w:val="00113A49"/>
    <w:rsid w:val="0011462D"/>
    <w:rsid w:val="00114E26"/>
    <w:rsid w:val="001171CE"/>
    <w:rsid w:val="00117A0E"/>
    <w:rsid w:val="00120292"/>
    <w:rsid w:val="00121846"/>
    <w:rsid w:val="00121EE9"/>
    <w:rsid w:val="00122B1E"/>
    <w:rsid w:val="001232A4"/>
    <w:rsid w:val="00123B87"/>
    <w:rsid w:val="00124DF8"/>
    <w:rsid w:val="00125F92"/>
    <w:rsid w:val="001261D2"/>
    <w:rsid w:val="00126DBF"/>
    <w:rsid w:val="001271FE"/>
    <w:rsid w:val="001272C5"/>
    <w:rsid w:val="00127DA5"/>
    <w:rsid w:val="001308CC"/>
    <w:rsid w:val="00130BE1"/>
    <w:rsid w:val="00132ADB"/>
    <w:rsid w:val="00132CFC"/>
    <w:rsid w:val="00134A3D"/>
    <w:rsid w:val="0013534F"/>
    <w:rsid w:val="001372E7"/>
    <w:rsid w:val="0013742B"/>
    <w:rsid w:val="001378ED"/>
    <w:rsid w:val="00141585"/>
    <w:rsid w:val="00141A0B"/>
    <w:rsid w:val="00141DD9"/>
    <w:rsid w:val="00142DFC"/>
    <w:rsid w:val="001447CA"/>
    <w:rsid w:val="001447CD"/>
    <w:rsid w:val="00144894"/>
    <w:rsid w:val="00145004"/>
    <w:rsid w:val="001453E8"/>
    <w:rsid w:val="00146612"/>
    <w:rsid w:val="0015009B"/>
    <w:rsid w:val="00153597"/>
    <w:rsid w:val="00154C2F"/>
    <w:rsid w:val="0015517D"/>
    <w:rsid w:val="00156D0C"/>
    <w:rsid w:val="00157766"/>
    <w:rsid w:val="001600B3"/>
    <w:rsid w:val="001609C7"/>
    <w:rsid w:val="00160D12"/>
    <w:rsid w:val="00160D64"/>
    <w:rsid w:val="00161CE5"/>
    <w:rsid w:val="00161FC2"/>
    <w:rsid w:val="0016281D"/>
    <w:rsid w:val="00162C56"/>
    <w:rsid w:val="00163353"/>
    <w:rsid w:val="00163F7E"/>
    <w:rsid w:val="001655A2"/>
    <w:rsid w:val="001668DE"/>
    <w:rsid w:val="00166C2B"/>
    <w:rsid w:val="00170012"/>
    <w:rsid w:val="00170B7C"/>
    <w:rsid w:val="00170C69"/>
    <w:rsid w:val="00173E2E"/>
    <w:rsid w:val="001744B4"/>
    <w:rsid w:val="00174F88"/>
    <w:rsid w:val="00176AD0"/>
    <w:rsid w:val="00177973"/>
    <w:rsid w:val="0018056B"/>
    <w:rsid w:val="0018070C"/>
    <w:rsid w:val="00181B9C"/>
    <w:rsid w:val="00182EFB"/>
    <w:rsid w:val="001834AB"/>
    <w:rsid w:val="00184368"/>
    <w:rsid w:val="00184800"/>
    <w:rsid w:val="0018485F"/>
    <w:rsid w:val="0018502C"/>
    <w:rsid w:val="00185954"/>
    <w:rsid w:val="001861DD"/>
    <w:rsid w:val="00186D3F"/>
    <w:rsid w:val="001874FB"/>
    <w:rsid w:val="00187DD2"/>
    <w:rsid w:val="00187FCD"/>
    <w:rsid w:val="00190308"/>
    <w:rsid w:val="00192213"/>
    <w:rsid w:val="0019221A"/>
    <w:rsid w:val="00193842"/>
    <w:rsid w:val="0019546F"/>
    <w:rsid w:val="0019699F"/>
    <w:rsid w:val="001A14A6"/>
    <w:rsid w:val="001A2643"/>
    <w:rsid w:val="001A28BD"/>
    <w:rsid w:val="001A2FF3"/>
    <w:rsid w:val="001A34FB"/>
    <w:rsid w:val="001A3C4B"/>
    <w:rsid w:val="001A3DCD"/>
    <w:rsid w:val="001A3F54"/>
    <w:rsid w:val="001A490C"/>
    <w:rsid w:val="001A4D49"/>
    <w:rsid w:val="001A58B0"/>
    <w:rsid w:val="001A7D8D"/>
    <w:rsid w:val="001A7EB9"/>
    <w:rsid w:val="001B02C2"/>
    <w:rsid w:val="001B02D9"/>
    <w:rsid w:val="001B0317"/>
    <w:rsid w:val="001B0421"/>
    <w:rsid w:val="001B0C63"/>
    <w:rsid w:val="001B0D65"/>
    <w:rsid w:val="001B1552"/>
    <w:rsid w:val="001B15E0"/>
    <w:rsid w:val="001B260F"/>
    <w:rsid w:val="001B2896"/>
    <w:rsid w:val="001B2A80"/>
    <w:rsid w:val="001B2AED"/>
    <w:rsid w:val="001B3E79"/>
    <w:rsid w:val="001B4245"/>
    <w:rsid w:val="001B450F"/>
    <w:rsid w:val="001B4BBF"/>
    <w:rsid w:val="001B5151"/>
    <w:rsid w:val="001B531F"/>
    <w:rsid w:val="001B5AEC"/>
    <w:rsid w:val="001B5C6A"/>
    <w:rsid w:val="001B6B62"/>
    <w:rsid w:val="001B71F4"/>
    <w:rsid w:val="001C19FD"/>
    <w:rsid w:val="001C24DF"/>
    <w:rsid w:val="001C2915"/>
    <w:rsid w:val="001C2995"/>
    <w:rsid w:val="001C3FDE"/>
    <w:rsid w:val="001C486A"/>
    <w:rsid w:val="001C64B6"/>
    <w:rsid w:val="001C6A15"/>
    <w:rsid w:val="001C70EE"/>
    <w:rsid w:val="001D085C"/>
    <w:rsid w:val="001D0EDE"/>
    <w:rsid w:val="001D1368"/>
    <w:rsid w:val="001D1FD4"/>
    <w:rsid w:val="001D56FA"/>
    <w:rsid w:val="001D5731"/>
    <w:rsid w:val="001D5D45"/>
    <w:rsid w:val="001E0FA2"/>
    <w:rsid w:val="001E2ACE"/>
    <w:rsid w:val="001E2F94"/>
    <w:rsid w:val="001E4D77"/>
    <w:rsid w:val="001E4F23"/>
    <w:rsid w:val="001E5C1D"/>
    <w:rsid w:val="001E6D9B"/>
    <w:rsid w:val="001E7316"/>
    <w:rsid w:val="001E79F5"/>
    <w:rsid w:val="001F04E5"/>
    <w:rsid w:val="001F1656"/>
    <w:rsid w:val="001F174B"/>
    <w:rsid w:val="001F1D87"/>
    <w:rsid w:val="001F1E0E"/>
    <w:rsid w:val="001F33B0"/>
    <w:rsid w:val="001F33E8"/>
    <w:rsid w:val="001F3522"/>
    <w:rsid w:val="001F3E09"/>
    <w:rsid w:val="001F3F67"/>
    <w:rsid w:val="001F4765"/>
    <w:rsid w:val="001F6A99"/>
    <w:rsid w:val="001F7030"/>
    <w:rsid w:val="001F70A6"/>
    <w:rsid w:val="001F7753"/>
    <w:rsid w:val="00200131"/>
    <w:rsid w:val="00200C80"/>
    <w:rsid w:val="00201642"/>
    <w:rsid w:val="002020C5"/>
    <w:rsid w:val="002037AD"/>
    <w:rsid w:val="00204B07"/>
    <w:rsid w:val="00204F38"/>
    <w:rsid w:val="002075EC"/>
    <w:rsid w:val="00207E6C"/>
    <w:rsid w:val="00211F99"/>
    <w:rsid w:val="0021297A"/>
    <w:rsid w:val="002132AC"/>
    <w:rsid w:val="00213F70"/>
    <w:rsid w:val="00214324"/>
    <w:rsid w:val="00214413"/>
    <w:rsid w:val="00214FED"/>
    <w:rsid w:val="00217B08"/>
    <w:rsid w:val="002225BD"/>
    <w:rsid w:val="002228DA"/>
    <w:rsid w:val="00224535"/>
    <w:rsid w:val="0022467D"/>
    <w:rsid w:val="0022585A"/>
    <w:rsid w:val="0022606E"/>
    <w:rsid w:val="00226551"/>
    <w:rsid w:val="002274FA"/>
    <w:rsid w:val="00227681"/>
    <w:rsid w:val="00227888"/>
    <w:rsid w:val="00227FD8"/>
    <w:rsid w:val="00230709"/>
    <w:rsid w:val="002319E6"/>
    <w:rsid w:val="002325FA"/>
    <w:rsid w:val="00233912"/>
    <w:rsid w:val="002339E8"/>
    <w:rsid w:val="00233CB6"/>
    <w:rsid w:val="00234252"/>
    <w:rsid w:val="00235D0B"/>
    <w:rsid w:val="002378F3"/>
    <w:rsid w:val="002433F7"/>
    <w:rsid w:val="0024546B"/>
    <w:rsid w:val="002455E6"/>
    <w:rsid w:val="00245B5A"/>
    <w:rsid w:val="00245C80"/>
    <w:rsid w:val="002463D7"/>
    <w:rsid w:val="00246609"/>
    <w:rsid w:val="00246B87"/>
    <w:rsid w:val="00247B50"/>
    <w:rsid w:val="00247FC2"/>
    <w:rsid w:val="0025108F"/>
    <w:rsid w:val="00251DEA"/>
    <w:rsid w:val="00252D4A"/>
    <w:rsid w:val="00253703"/>
    <w:rsid w:val="002541AA"/>
    <w:rsid w:val="00255869"/>
    <w:rsid w:val="00255BFA"/>
    <w:rsid w:val="0025682C"/>
    <w:rsid w:val="002608B8"/>
    <w:rsid w:val="002614AB"/>
    <w:rsid w:val="00262174"/>
    <w:rsid w:val="0026225E"/>
    <w:rsid w:val="00265203"/>
    <w:rsid w:val="002656D6"/>
    <w:rsid w:val="002656FF"/>
    <w:rsid w:val="002676B2"/>
    <w:rsid w:val="00267A92"/>
    <w:rsid w:val="00267D49"/>
    <w:rsid w:val="00270B13"/>
    <w:rsid w:val="00270BC8"/>
    <w:rsid w:val="00271712"/>
    <w:rsid w:val="00271B3E"/>
    <w:rsid w:val="00271C03"/>
    <w:rsid w:val="00272D27"/>
    <w:rsid w:val="00273733"/>
    <w:rsid w:val="0027414F"/>
    <w:rsid w:val="002749AF"/>
    <w:rsid w:val="00274A89"/>
    <w:rsid w:val="002760FE"/>
    <w:rsid w:val="0028210C"/>
    <w:rsid w:val="00283455"/>
    <w:rsid w:val="00283BD8"/>
    <w:rsid w:val="00283FED"/>
    <w:rsid w:val="00284F98"/>
    <w:rsid w:val="0028645B"/>
    <w:rsid w:val="002864A0"/>
    <w:rsid w:val="002876DC"/>
    <w:rsid w:val="002907DA"/>
    <w:rsid w:val="0029121B"/>
    <w:rsid w:val="00291269"/>
    <w:rsid w:val="002916A5"/>
    <w:rsid w:val="002922D9"/>
    <w:rsid w:val="00293C8D"/>
    <w:rsid w:val="00293DF0"/>
    <w:rsid w:val="00296286"/>
    <w:rsid w:val="00296BE9"/>
    <w:rsid w:val="00297E30"/>
    <w:rsid w:val="002A0599"/>
    <w:rsid w:val="002A0A0A"/>
    <w:rsid w:val="002A12D8"/>
    <w:rsid w:val="002A261A"/>
    <w:rsid w:val="002A334B"/>
    <w:rsid w:val="002A62E5"/>
    <w:rsid w:val="002B055D"/>
    <w:rsid w:val="002B108D"/>
    <w:rsid w:val="002B11B7"/>
    <w:rsid w:val="002B2F20"/>
    <w:rsid w:val="002B35DA"/>
    <w:rsid w:val="002B4907"/>
    <w:rsid w:val="002B6778"/>
    <w:rsid w:val="002B6D29"/>
    <w:rsid w:val="002B7555"/>
    <w:rsid w:val="002B77A8"/>
    <w:rsid w:val="002B7C05"/>
    <w:rsid w:val="002C13F2"/>
    <w:rsid w:val="002C2965"/>
    <w:rsid w:val="002C29D8"/>
    <w:rsid w:val="002C2D0B"/>
    <w:rsid w:val="002C2E75"/>
    <w:rsid w:val="002C30FC"/>
    <w:rsid w:val="002C4713"/>
    <w:rsid w:val="002C4A37"/>
    <w:rsid w:val="002C6584"/>
    <w:rsid w:val="002C6C25"/>
    <w:rsid w:val="002C732D"/>
    <w:rsid w:val="002D05DF"/>
    <w:rsid w:val="002D0699"/>
    <w:rsid w:val="002D1715"/>
    <w:rsid w:val="002D1A4F"/>
    <w:rsid w:val="002D500B"/>
    <w:rsid w:val="002D5B68"/>
    <w:rsid w:val="002D6173"/>
    <w:rsid w:val="002D6DA1"/>
    <w:rsid w:val="002D76C2"/>
    <w:rsid w:val="002D7723"/>
    <w:rsid w:val="002E00CC"/>
    <w:rsid w:val="002E143B"/>
    <w:rsid w:val="002E1799"/>
    <w:rsid w:val="002E3980"/>
    <w:rsid w:val="002E3FC7"/>
    <w:rsid w:val="002E44E7"/>
    <w:rsid w:val="002E5319"/>
    <w:rsid w:val="002E5AF7"/>
    <w:rsid w:val="002E5B1E"/>
    <w:rsid w:val="002E6C8D"/>
    <w:rsid w:val="002E70EC"/>
    <w:rsid w:val="002E7573"/>
    <w:rsid w:val="002F0848"/>
    <w:rsid w:val="002F0E1C"/>
    <w:rsid w:val="002F20E0"/>
    <w:rsid w:val="002F5499"/>
    <w:rsid w:val="002F5842"/>
    <w:rsid w:val="002F5B7E"/>
    <w:rsid w:val="002F77BE"/>
    <w:rsid w:val="00300469"/>
    <w:rsid w:val="00300615"/>
    <w:rsid w:val="00300C40"/>
    <w:rsid w:val="00300F92"/>
    <w:rsid w:val="00301FB4"/>
    <w:rsid w:val="00302663"/>
    <w:rsid w:val="0030486A"/>
    <w:rsid w:val="003052EF"/>
    <w:rsid w:val="00305AA0"/>
    <w:rsid w:val="00306D8B"/>
    <w:rsid w:val="00306EA4"/>
    <w:rsid w:val="00307D73"/>
    <w:rsid w:val="00310252"/>
    <w:rsid w:val="00310CC6"/>
    <w:rsid w:val="00310DEB"/>
    <w:rsid w:val="00311569"/>
    <w:rsid w:val="00312AFD"/>
    <w:rsid w:val="00314F78"/>
    <w:rsid w:val="00315209"/>
    <w:rsid w:val="00315441"/>
    <w:rsid w:val="0031783C"/>
    <w:rsid w:val="003179F9"/>
    <w:rsid w:val="00320596"/>
    <w:rsid w:val="003209C1"/>
    <w:rsid w:val="00320E8A"/>
    <w:rsid w:val="0032171A"/>
    <w:rsid w:val="00321CE0"/>
    <w:rsid w:val="00322890"/>
    <w:rsid w:val="00322EAC"/>
    <w:rsid w:val="00322FEA"/>
    <w:rsid w:val="00324616"/>
    <w:rsid w:val="003249FE"/>
    <w:rsid w:val="0032522E"/>
    <w:rsid w:val="003267A7"/>
    <w:rsid w:val="00330241"/>
    <w:rsid w:val="0033189E"/>
    <w:rsid w:val="00331F5E"/>
    <w:rsid w:val="00332483"/>
    <w:rsid w:val="00332CC0"/>
    <w:rsid w:val="0033391D"/>
    <w:rsid w:val="00333955"/>
    <w:rsid w:val="00333E36"/>
    <w:rsid w:val="00333E73"/>
    <w:rsid w:val="00337E1D"/>
    <w:rsid w:val="003406C2"/>
    <w:rsid w:val="00342A32"/>
    <w:rsid w:val="00343A99"/>
    <w:rsid w:val="003446D1"/>
    <w:rsid w:val="00344728"/>
    <w:rsid w:val="003456B4"/>
    <w:rsid w:val="00346008"/>
    <w:rsid w:val="0035013B"/>
    <w:rsid w:val="00350671"/>
    <w:rsid w:val="00351318"/>
    <w:rsid w:val="003515A0"/>
    <w:rsid w:val="00351B6A"/>
    <w:rsid w:val="00354786"/>
    <w:rsid w:val="00355B6A"/>
    <w:rsid w:val="00355F94"/>
    <w:rsid w:val="00356E4C"/>
    <w:rsid w:val="003572CB"/>
    <w:rsid w:val="00360520"/>
    <w:rsid w:val="003609A2"/>
    <w:rsid w:val="00361704"/>
    <w:rsid w:val="00362F0E"/>
    <w:rsid w:val="003633E5"/>
    <w:rsid w:val="003650B1"/>
    <w:rsid w:val="0036586B"/>
    <w:rsid w:val="00366419"/>
    <w:rsid w:val="00366673"/>
    <w:rsid w:val="00366BE2"/>
    <w:rsid w:val="00367337"/>
    <w:rsid w:val="00370D88"/>
    <w:rsid w:val="0037119C"/>
    <w:rsid w:val="00372F43"/>
    <w:rsid w:val="0037318F"/>
    <w:rsid w:val="00375873"/>
    <w:rsid w:val="00377A27"/>
    <w:rsid w:val="00380453"/>
    <w:rsid w:val="00380478"/>
    <w:rsid w:val="00380EA3"/>
    <w:rsid w:val="00380F83"/>
    <w:rsid w:val="0038181D"/>
    <w:rsid w:val="003819E4"/>
    <w:rsid w:val="00381E85"/>
    <w:rsid w:val="003826AD"/>
    <w:rsid w:val="00382A06"/>
    <w:rsid w:val="0038300D"/>
    <w:rsid w:val="0038321D"/>
    <w:rsid w:val="003840B8"/>
    <w:rsid w:val="003860AE"/>
    <w:rsid w:val="00387800"/>
    <w:rsid w:val="003908D5"/>
    <w:rsid w:val="003918A1"/>
    <w:rsid w:val="003962BF"/>
    <w:rsid w:val="003968C6"/>
    <w:rsid w:val="00397310"/>
    <w:rsid w:val="003A1244"/>
    <w:rsid w:val="003A3254"/>
    <w:rsid w:val="003A4999"/>
    <w:rsid w:val="003A6024"/>
    <w:rsid w:val="003A6252"/>
    <w:rsid w:val="003A75CE"/>
    <w:rsid w:val="003B02AB"/>
    <w:rsid w:val="003B1C42"/>
    <w:rsid w:val="003B2A41"/>
    <w:rsid w:val="003B3AFC"/>
    <w:rsid w:val="003B51A0"/>
    <w:rsid w:val="003B619B"/>
    <w:rsid w:val="003B781F"/>
    <w:rsid w:val="003C11C2"/>
    <w:rsid w:val="003C19BC"/>
    <w:rsid w:val="003C1A14"/>
    <w:rsid w:val="003C260B"/>
    <w:rsid w:val="003C27EE"/>
    <w:rsid w:val="003C38E7"/>
    <w:rsid w:val="003C3C18"/>
    <w:rsid w:val="003C3F52"/>
    <w:rsid w:val="003C503A"/>
    <w:rsid w:val="003C5C78"/>
    <w:rsid w:val="003C6DE5"/>
    <w:rsid w:val="003C6EB7"/>
    <w:rsid w:val="003C6FCF"/>
    <w:rsid w:val="003C6FFF"/>
    <w:rsid w:val="003D094A"/>
    <w:rsid w:val="003D13E9"/>
    <w:rsid w:val="003D1627"/>
    <w:rsid w:val="003D1899"/>
    <w:rsid w:val="003D33D8"/>
    <w:rsid w:val="003D4DA9"/>
    <w:rsid w:val="003D500D"/>
    <w:rsid w:val="003D5173"/>
    <w:rsid w:val="003D62DC"/>
    <w:rsid w:val="003E2730"/>
    <w:rsid w:val="003E286A"/>
    <w:rsid w:val="003E2EBE"/>
    <w:rsid w:val="003E348C"/>
    <w:rsid w:val="003E43CD"/>
    <w:rsid w:val="003E4793"/>
    <w:rsid w:val="003E76B8"/>
    <w:rsid w:val="003E7879"/>
    <w:rsid w:val="003F0610"/>
    <w:rsid w:val="003F0A30"/>
    <w:rsid w:val="003F12FF"/>
    <w:rsid w:val="003F1FF1"/>
    <w:rsid w:val="003F5291"/>
    <w:rsid w:val="003F52CB"/>
    <w:rsid w:val="003F54F7"/>
    <w:rsid w:val="003F704C"/>
    <w:rsid w:val="003F7B46"/>
    <w:rsid w:val="003F7E50"/>
    <w:rsid w:val="004006B2"/>
    <w:rsid w:val="0040137B"/>
    <w:rsid w:val="00401556"/>
    <w:rsid w:val="004017B7"/>
    <w:rsid w:val="00401E41"/>
    <w:rsid w:val="00401F96"/>
    <w:rsid w:val="00402968"/>
    <w:rsid w:val="00404594"/>
    <w:rsid w:val="00404FE5"/>
    <w:rsid w:val="00405159"/>
    <w:rsid w:val="0040654C"/>
    <w:rsid w:val="00407175"/>
    <w:rsid w:val="00411EDE"/>
    <w:rsid w:val="00412340"/>
    <w:rsid w:val="00415D55"/>
    <w:rsid w:val="0041617E"/>
    <w:rsid w:val="00416ECA"/>
    <w:rsid w:val="00416FBE"/>
    <w:rsid w:val="00417509"/>
    <w:rsid w:val="00417960"/>
    <w:rsid w:val="0042056E"/>
    <w:rsid w:val="00420A2D"/>
    <w:rsid w:val="00421986"/>
    <w:rsid w:val="00422965"/>
    <w:rsid w:val="00425962"/>
    <w:rsid w:val="00426CE5"/>
    <w:rsid w:val="00427519"/>
    <w:rsid w:val="004304B0"/>
    <w:rsid w:val="00432765"/>
    <w:rsid w:val="00432949"/>
    <w:rsid w:val="004332FA"/>
    <w:rsid w:val="004333A1"/>
    <w:rsid w:val="004335EB"/>
    <w:rsid w:val="00433CC6"/>
    <w:rsid w:val="004341DE"/>
    <w:rsid w:val="004351E4"/>
    <w:rsid w:val="004362D8"/>
    <w:rsid w:val="0043682A"/>
    <w:rsid w:val="00441910"/>
    <w:rsid w:val="00441941"/>
    <w:rsid w:val="00442247"/>
    <w:rsid w:val="0044264B"/>
    <w:rsid w:val="004426B2"/>
    <w:rsid w:val="004427B2"/>
    <w:rsid w:val="004433BC"/>
    <w:rsid w:val="004453D9"/>
    <w:rsid w:val="0044551F"/>
    <w:rsid w:val="004455F6"/>
    <w:rsid w:val="00445978"/>
    <w:rsid w:val="00445BC4"/>
    <w:rsid w:val="00446AC2"/>
    <w:rsid w:val="004504DB"/>
    <w:rsid w:val="00450E3B"/>
    <w:rsid w:val="0045101F"/>
    <w:rsid w:val="00451577"/>
    <w:rsid w:val="00451B3E"/>
    <w:rsid w:val="00452C37"/>
    <w:rsid w:val="004611BF"/>
    <w:rsid w:val="00463724"/>
    <w:rsid w:val="00465255"/>
    <w:rsid w:val="00466879"/>
    <w:rsid w:val="00470920"/>
    <w:rsid w:val="00470F34"/>
    <w:rsid w:val="004737CA"/>
    <w:rsid w:val="00474857"/>
    <w:rsid w:val="0047772E"/>
    <w:rsid w:val="00480A21"/>
    <w:rsid w:val="00481C88"/>
    <w:rsid w:val="004823D3"/>
    <w:rsid w:val="00483670"/>
    <w:rsid w:val="00483C10"/>
    <w:rsid w:val="004851CE"/>
    <w:rsid w:val="00485561"/>
    <w:rsid w:val="00485F17"/>
    <w:rsid w:val="0048733F"/>
    <w:rsid w:val="0048736D"/>
    <w:rsid w:val="0049014D"/>
    <w:rsid w:val="004920A6"/>
    <w:rsid w:val="00493349"/>
    <w:rsid w:val="00495B79"/>
    <w:rsid w:val="00496B20"/>
    <w:rsid w:val="00496D3E"/>
    <w:rsid w:val="004A0550"/>
    <w:rsid w:val="004A08DC"/>
    <w:rsid w:val="004A170E"/>
    <w:rsid w:val="004A188D"/>
    <w:rsid w:val="004A1E55"/>
    <w:rsid w:val="004A20B5"/>
    <w:rsid w:val="004A3FBC"/>
    <w:rsid w:val="004A5CCB"/>
    <w:rsid w:val="004A6682"/>
    <w:rsid w:val="004B0657"/>
    <w:rsid w:val="004B1646"/>
    <w:rsid w:val="004B24DE"/>
    <w:rsid w:val="004B2A87"/>
    <w:rsid w:val="004B49DE"/>
    <w:rsid w:val="004B4C19"/>
    <w:rsid w:val="004B52C8"/>
    <w:rsid w:val="004B58BF"/>
    <w:rsid w:val="004B6A24"/>
    <w:rsid w:val="004B6B23"/>
    <w:rsid w:val="004B71D0"/>
    <w:rsid w:val="004B7445"/>
    <w:rsid w:val="004B78AE"/>
    <w:rsid w:val="004C010B"/>
    <w:rsid w:val="004C0BA7"/>
    <w:rsid w:val="004C2916"/>
    <w:rsid w:val="004C2932"/>
    <w:rsid w:val="004C2CDF"/>
    <w:rsid w:val="004C3199"/>
    <w:rsid w:val="004C4213"/>
    <w:rsid w:val="004C4E56"/>
    <w:rsid w:val="004C5204"/>
    <w:rsid w:val="004C6B63"/>
    <w:rsid w:val="004C7805"/>
    <w:rsid w:val="004D0EDB"/>
    <w:rsid w:val="004D3252"/>
    <w:rsid w:val="004D3B29"/>
    <w:rsid w:val="004D3FCF"/>
    <w:rsid w:val="004D4531"/>
    <w:rsid w:val="004D5D40"/>
    <w:rsid w:val="004D66C9"/>
    <w:rsid w:val="004D6AB4"/>
    <w:rsid w:val="004D6EDB"/>
    <w:rsid w:val="004D7AAC"/>
    <w:rsid w:val="004E04A7"/>
    <w:rsid w:val="004E0D0B"/>
    <w:rsid w:val="004E1A61"/>
    <w:rsid w:val="004E2151"/>
    <w:rsid w:val="004E2CCD"/>
    <w:rsid w:val="004E2EA1"/>
    <w:rsid w:val="004E3D8A"/>
    <w:rsid w:val="004E467D"/>
    <w:rsid w:val="004E6ABE"/>
    <w:rsid w:val="004E6B72"/>
    <w:rsid w:val="004E6DB4"/>
    <w:rsid w:val="004E72F8"/>
    <w:rsid w:val="004F208A"/>
    <w:rsid w:val="004F34D3"/>
    <w:rsid w:val="004F3D3F"/>
    <w:rsid w:val="004F7E0B"/>
    <w:rsid w:val="00500052"/>
    <w:rsid w:val="00503CF3"/>
    <w:rsid w:val="00505997"/>
    <w:rsid w:val="00505D2D"/>
    <w:rsid w:val="005063F7"/>
    <w:rsid w:val="005102A1"/>
    <w:rsid w:val="0051061B"/>
    <w:rsid w:val="00511740"/>
    <w:rsid w:val="00511864"/>
    <w:rsid w:val="00512925"/>
    <w:rsid w:val="00516EA5"/>
    <w:rsid w:val="005176CF"/>
    <w:rsid w:val="00520FA7"/>
    <w:rsid w:val="00521084"/>
    <w:rsid w:val="00521641"/>
    <w:rsid w:val="005227BD"/>
    <w:rsid w:val="0052283C"/>
    <w:rsid w:val="005238AA"/>
    <w:rsid w:val="005241B2"/>
    <w:rsid w:val="00524791"/>
    <w:rsid w:val="00524CD4"/>
    <w:rsid w:val="00524D0D"/>
    <w:rsid w:val="00525731"/>
    <w:rsid w:val="00525D6A"/>
    <w:rsid w:val="00527CE0"/>
    <w:rsid w:val="00530964"/>
    <w:rsid w:val="00530B57"/>
    <w:rsid w:val="00531103"/>
    <w:rsid w:val="005330E0"/>
    <w:rsid w:val="005338D9"/>
    <w:rsid w:val="00535050"/>
    <w:rsid w:val="005355DB"/>
    <w:rsid w:val="00540710"/>
    <w:rsid w:val="00540C05"/>
    <w:rsid w:val="00540C57"/>
    <w:rsid w:val="00542152"/>
    <w:rsid w:val="00542A4C"/>
    <w:rsid w:val="00546608"/>
    <w:rsid w:val="005479B6"/>
    <w:rsid w:val="00547AEC"/>
    <w:rsid w:val="0055050C"/>
    <w:rsid w:val="00550EBD"/>
    <w:rsid w:val="005512F7"/>
    <w:rsid w:val="0055155B"/>
    <w:rsid w:val="0055156D"/>
    <w:rsid w:val="00552DE4"/>
    <w:rsid w:val="00553C2C"/>
    <w:rsid w:val="005540B8"/>
    <w:rsid w:val="005576F5"/>
    <w:rsid w:val="00560825"/>
    <w:rsid w:val="005618F1"/>
    <w:rsid w:val="0056390F"/>
    <w:rsid w:val="00563A1F"/>
    <w:rsid w:val="00563C4A"/>
    <w:rsid w:val="005650F2"/>
    <w:rsid w:val="00565249"/>
    <w:rsid w:val="005659FB"/>
    <w:rsid w:val="005676F3"/>
    <w:rsid w:val="00567908"/>
    <w:rsid w:val="00567956"/>
    <w:rsid w:val="00570618"/>
    <w:rsid w:val="00570AEC"/>
    <w:rsid w:val="00573125"/>
    <w:rsid w:val="00573B09"/>
    <w:rsid w:val="00573DF2"/>
    <w:rsid w:val="005742C5"/>
    <w:rsid w:val="0057485D"/>
    <w:rsid w:val="00574B6F"/>
    <w:rsid w:val="005758D4"/>
    <w:rsid w:val="005774DC"/>
    <w:rsid w:val="00577558"/>
    <w:rsid w:val="00580118"/>
    <w:rsid w:val="00580DE6"/>
    <w:rsid w:val="00581A20"/>
    <w:rsid w:val="005825BC"/>
    <w:rsid w:val="005828A7"/>
    <w:rsid w:val="005841EA"/>
    <w:rsid w:val="00584396"/>
    <w:rsid w:val="005843B9"/>
    <w:rsid w:val="00584B45"/>
    <w:rsid w:val="00584DF4"/>
    <w:rsid w:val="00585692"/>
    <w:rsid w:val="005868CB"/>
    <w:rsid w:val="00587E31"/>
    <w:rsid w:val="00590363"/>
    <w:rsid w:val="005929BF"/>
    <w:rsid w:val="00595013"/>
    <w:rsid w:val="005953A5"/>
    <w:rsid w:val="00595A5B"/>
    <w:rsid w:val="00595AA1"/>
    <w:rsid w:val="00595F17"/>
    <w:rsid w:val="00595F91"/>
    <w:rsid w:val="0059608F"/>
    <w:rsid w:val="005964A0"/>
    <w:rsid w:val="00596A3E"/>
    <w:rsid w:val="00596DD0"/>
    <w:rsid w:val="00596FF5"/>
    <w:rsid w:val="00597217"/>
    <w:rsid w:val="005973FC"/>
    <w:rsid w:val="005A01D1"/>
    <w:rsid w:val="005A032F"/>
    <w:rsid w:val="005A2679"/>
    <w:rsid w:val="005A36CB"/>
    <w:rsid w:val="005A48F1"/>
    <w:rsid w:val="005A53EB"/>
    <w:rsid w:val="005A55B3"/>
    <w:rsid w:val="005A63A6"/>
    <w:rsid w:val="005A65CB"/>
    <w:rsid w:val="005A6BFF"/>
    <w:rsid w:val="005A71C3"/>
    <w:rsid w:val="005A7935"/>
    <w:rsid w:val="005B04CD"/>
    <w:rsid w:val="005B0518"/>
    <w:rsid w:val="005B1DCF"/>
    <w:rsid w:val="005B2483"/>
    <w:rsid w:val="005B2830"/>
    <w:rsid w:val="005B5375"/>
    <w:rsid w:val="005B5E3B"/>
    <w:rsid w:val="005B6A64"/>
    <w:rsid w:val="005B6FBA"/>
    <w:rsid w:val="005B72A5"/>
    <w:rsid w:val="005C126C"/>
    <w:rsid w:val="005C1A47"/>
    <w:rsid w:val="005C330C"/>
    <w:rsid w:val="005C4D1E"/>
    <w:rsid w:val="005C66A4"/>
    <w:rsid w:val="005C6D94"/>
    <w:rsid w:val="005D0B1C"/>
    <w:rsid w:val="005D0B33"/>
    <w:rsid w:val="005D0EC6"/>
    <w:rsid w:val="005D0F61"/>
    <w:rsid w:val="005D1309"/>
    <w:rsid w:val="005D132E"/>
    <w:rsid w:val="005D23DF"/>
    <w:rsid w:val="005D3ECB"/>
    <w:rsid w:val="005D41CE"/>
    <w:rsid w:val="005D52FB"/>
    <w:rsid w:val="005D5FB9"/>
    <w:rsid w:val="005D6CF9"/>
    <w:rsid w:val="005D6DC5"/>
    <w:rsid w:val="005D6F44"/>
    <w:rsid w:val="005D6F51"/>
    <w:rsid w:val="005D75C1"/>
    <w:rsid w:val="005E055A"/>
    <w:rsid w:val="005E0976"/>
    <w:rsid w:val="005E0A91"/>
    <w:rsid w:val="005E27FA"/>
    <w:rsid w:val="005E32C6"/>
    <w:rsid w:val="005E35DF"/>
    <w:rsid w:val="005E3B18"/>
    <w:rsid w:val="005E4465"/>
    <w:rsid w:val="005E44F4"/>
    <w:rsid w:val="005E4840"/>
    <w:rsid w:val="005E52F7"/>
    <w:rsid w:val="005F1FB6"/>
    <w:rsid w:val="005F2149"/>
    <w:rsid w:val="005F21CD"/>
    <w:rsid w:val="005F2722"/>
    <w:rsid w:val="005F294B"/>
    <w:rsid w:val="005F6C12"/>
    <w:rsid w:val="005F7AF2"/>
    <w:rsid w:val="00600B87"/>
    <w:rsid w:val="00600E6F"/>
    <w:rsid w:val="00601FF7"/>
    <w:rsid w:val="00603E78"/>
    <w:rsid w:val="006072E6"/>
    <w:rsid w:val="0060773F"/>
    <w:rsid w:val="00611EA0"/>
    <w:rsid w:val="00612F5C"/>
    <w:rsid w:val="006176E0"/>
    <w:rsid w:val="00617D1F"/>
    <w:rsid w:val="006211F7"/>
    <w:rsid w:val="0062161D"/>
    <w:rsid w:val="00621D56"/>
    <w:rsid w:val="00622575"/>
    <w:rsid w:val="00622CD8"/>
    <w:rsid w:val="00623822"/>
    <w:rsid w:val="00624612"/>
    <w:rsid w:val="00625DC4"/>
    <w:rsid w:val="00625EFF"/>
    <w:rsid w:val="00626161"/>
    <w:rsid w:val="00626BD1"/>
    <w:rsid w:val="00626FCD"/>
    <w:rsid w:val="00627614"/>
    <w:rsid w:val="00627A8F"/>
    <w:rsid w:val="00631327"/>
    <w:rsid w:val="00631399"/>
    <w:rsid w:val="00631762"/>
    <w:rsid w:val="00632D73"/>
    <w:rsid w:val="006330E2"/>
    <w:rsid w:val="00633770"/>
    <w:rsid w:val="006337DF"/>
    <w:rsid w:val="0063472E"/>
    <w:rsid w:val="006403F8"/>
    <w:rsid w:val="00640ABB"/>
    <w:rsid w:val="00640D6E"/>
    <w:rsid w:val="00640E12"/>
    <w:rsid w:val="00641015"/>
    <w:rsid w:val="0064315C"/>
    <w:rsid w:val="00643818"/>
    <w:rsid w:val="006449CB"/>
    <w:rsid w:val="00644C9E"/>
    <w:rsid w:val="0064604A"/>
    <w:rsid w:val="006464F7"/>
    <w:rsid w:val="00647502"/>
    <w:rsid w:val="0065136F"/>
    <w:rsid w:val="00652858"/>
    <w:rsid w:val="00652B33"/>
    <w:rsid w:val="00652C79"/>
    <w:rsid w:val="006533DB"/>
    <w:rsid w:val="00653D19"/>
    <w:rsid w:val="00653E98"/>
    <w:rsid w:val="00654481"/>
    <w:rsid w:val="00654561"/>
    <w:rsid w:val="00656E5D"/>
    <w:rsid w:val="00657289"/>
    <w:rsid w:val="0065736F"/>
    <w:rsid w:val="00657E3B"/>
    <w:rsid w:val="006600DD"/>
    <w:rsid w:val="00660155"/>
    <w:rsid w:val="0066252A"/>
    <w:rsid w:val="00663317"/>
    <w:rsid w:val="00663686"/>
    <w:rsid w:val="00663C74"/>
    <w:rsid w:val="006644DA"/>
    <w:rsid w:val="006651CD"/>
    <w:rsid w:val="00666ED5"/>
    <w:rsid w:val="00670A6C"/>
    <w:rsid w:val="00670BE4"/>
    <w:rsid w:val="00671827"/>
    <w:rsid w:val="00672135"/>
    <w:rsid w:val="0067292D"/>
    <w:rsid w:val="00672E27"/>
    <w:rsid w:val="00673391"/>
    <w:rsid w:val="00673421"/>
    <w:rsid w:val="006766C5"/>
    <w:rsid w:val="0068178F"/>
    <w:rsid w:val="0068215F"/>
    <w:rsid w:val="0068230B"/>
    <w:rsid w:val="00682F8B"/>
    <w:rsid w:val="006835AF"/>
    <w:rsid w:val="00683660"/>
    <w:rsid w:val="006869C5"/>
    <w:rsid w:val="00686C6F"/>
    <w:rsid w:val="00691BB2"/>
    <w:rsid w:val="00692E48"/>
    <w:rsid w:val="00695531"/>
    <w:rsid w:val="0069756D"/>
    <w:rsid w:val="00697880"/>
    <w:rsid w:val="00697B19"/>
    <w:rsid w:val="006A01F6"/>
    <w:rsid w:val="006A16E9"/>
    <w:rsid w:val="006A209B"/>
    <w:rsid w:val="006A20FA"/>
    <w:rsid w:val="006A277B"/>
    <w:rsid w:val="006A2C63"/>
    <w:rsid w:val="006A30BA"/>
    <w:rsid w:val="006A3205"/>
    <w:rsid w:val="006A336A"/>
    <w:rsid w:val="006B07AF"/>
    <w:rsid w:val="006B1DB1"/>
    <w:rsid w:val="006B361A"/>
    <w:rsid w:val="006B53D4"/>
    <w:rsid w:val="006B69C8"/>
    <w:rsid w:val="006B79B0"/>
    <w:rsid w:val="006C2E1D"/>
    <w:rsid w:val="006C47F9"/>
    <w:rsid w:val="006C4F7F"/>
    <w:rsid w:val="006C6134"/>
    <w:rsid w:val="006C7BDE"/>
    <w:rsid w:val="006D1055"/>
    <w:rsid w:val="006D4743"/>
    <w:rsid w:val="006D69FE"/>
    <w:rsid w:val="006E0091"/>
    <w:rsid w:val="006E1D03"/>
    <w:rsid w:val="006E2776"/>
    <w:rsid w:val="006E3FF8"/>
    <w:rsid w:val="006E4A0C"/>
    <w:rsid w:val="006E5805"/>
    <w:rsid w:val="006E689D"/>
    <w:rsid w:val="006E6BA0"/>
    <w:rsid w:val="006E7675"/>
    <w:rsid w:val="006F1120"/>
    <w:rsid w:val="006F12FF"/>
    <w:rsid w:val="006F1E5F"/>
    <w:rsid w:val="006F2886"/>
    <w:rsid w:val="006F3268"/>
    <w:rsid w:val="006F3D41"/>
    <w:rsid w:val="006F4451"/>
    <w:rsid w:val="006F44CA"/>
    <w:rsid w:val="006F4517"/>
    <w:rsid w:val="006F56B2"/>
    <w:rsid w:val="006F6D34"/>
    <w:rsid w:val="007004F9"/>
    <w:rsid w:val="00702225"/>
    <w:rsid w:val="007031C3"/>
    <w:rsid w:val="007036B9"/>
    <w:rsid w:val="007037D1"/>
    <w:rsid w:val="00703B87"/>
    <w:rsid w:val="007072F5"/>
    <w:rsid w:val="00710E85"/>
    <w:rsid w:val="00711216"/>
    <w:rsid w:val="00711F9C"/>
    <w:rsid w:val="00714274"/>
    <w:rsid w:val="0071448A"/>
    <w:rsid w:val="0071451B"/>
    <w:rsid w:val="00714583"/>
    <w:rsid w:val="00716B10"/>
    <w:rsid w:val="00716CE5"/>
    <w:rsid w:val="0071745B"/>
    <w:rsid w:val="007174E7"/>
    <w:rsid w:val="00720221"/>
    <w:rsid w:val="00720258"/>
    <w:rsid w:val="00720A9C"/>
    <w:rsid w:val="00720ABA"/>
    <w:rsid w:val="00721D18"/>
    <w:rsid w:val="0072200E"/>
    <w:rsid w:val="007225D6"/>
    <w:rsid w:val="00722787"/>
    <w:rsid w:val="00722A7D"/>
    <w:rsid w:val="0072368F"/>
    <w:rsid w:val="007239D8"/>
    <w:rsid w:val="0072563F"/>
    <w:rsid w:val="007262B3"/>
    <w:rsid w:val="00727614"/>
    <w:rsid w:val="007276CC"/>
    <w:rsid w:val="00730362"/>
    <w:rsid w:val="00730EE5"/>
    <w:rsid w:val="0073110C"/>
    <w:rsid w:val="0073140D"/>
    <w:rsid w:val="007317D5"/>
    <w:rsid w:val="00731A80"/>
    <w:rsid w:val="0073205D"/>
    <w:rsid w:val="007337CC"/>
    <w:rsid w:val="00733C94"/>
    <w:rsid w:val="00734C12"/>
    <w:rsid w:val="00734E5E"/>
    <w:rsid w:val="00734F41"/>
    <w:rsid w:val="00735808"/>
    <w:rsid w:val="00735832"/>
    <w:rsid w:val="00735C9A"/>
    <w:rsid w:val="007366CE"/>
    <w:rsid w:val="00736C74"/>
    <w:rsid w:val="00737787"/>
    <w:rsid w:val="00741F3B"/>
    <w:rsid w:val="007427B8"/>
    <w:rsid w:val="007429DC"/>
    <w:rsid w:val="00744DEA"/>
    <w:rsid w:val="00744ECE"/>
    <w:rsid w:val="00746898"/>
    <w:rsid w:val="00747EE6"/>
    <w:rsid w:val="00752938"/>
    <w:rsid w:val="00753F1E"/>
    <w:rsid w:val="0075539A"/>
    <w:rsid w:val="00755584"/>
    <w:rsid w:val="0076253D"/>
    <w:rsid w:val="00763184"/>
    <w:rsid w:val="0076332A"/>
    <w:rsid w:val="007636A5"/>
    <w:rsid w:val="00763AF9"/>
    <w:rsid w:val="00764B3E"/>
    <w:rsid w:val="00765FBA"/>
    <w:rsid w:val="00766A14"/>
    <w:rsid w:val="0076716B"/>
    <w:rsid w:val="0076773D"/>
    <w:rsid w:val="00770968"/>
    <w:rsid w:val="00772773"/>
    <w:rsid w:val="00772CE2"/>
    <w:rsid w:val="00774F07"/>
    <w:rsid w:val="007752B0"/>
    <w:rsid w:val="007756CD"/>
    <w:rsid w:val="00775ADC"/>
    <w:rsid w:val="00775B9E"/>
    <w:rsid w:val="00775C1A"/>
    <w:rsid w:val="007763B1"/>
    <w:rsid w:val="007765F1"/>
    <w:rsid w:val="007771B2"/>
    <w:rsid w:val="00777504"/>
    <w:rsid w:val="00777C1E"/>
    <w:rsid w:val="00780082"/>
    <w:rsid w:val="0078152B"/>
    <w:rsid w:val="00781BEE"/>
    <w:rsid w:val="007824AE"/>
    <w:rsid w:val="00782744"/>
    <w:rsid w:val="0078276F"/>
    <w:rsid w:val="00783337"/>
    <w:rsid w:val="0078467E"/>
    <w:rsid w:val="0078554D"/>
    <w:rsid w:val="00785797"/>
    <w:rsid w:val="00785D3F"/>
    <w:rsid w:val="00786D0D"/>
    <w:rsid w:val="00787E72"/>
    <w:rsid w:val="00790338"/>
    <w:rsid w:val="00790967"/>
    <w:rsid w:val="007910BA"/>
    <w:rsid w:val="007912B0"/>
    <w:rsid w:val="007917D9"/>
    <w:rsid w:val="00791835"/>
    <w:rsid w:val="00791CA4"/>
    <w:rsid w:val="00791E68"/>
    <w:rsid w:val="00792968"/>
    <w:rsid w:val="00792DB2"/>
    <w:rsid w:val="00793456"/>
    <w:rsid w:val="007934ED"/>
    <w:rsid w:val="00793AEB"/>
    <w:rsid w:val="007947F4"/>
    <w:rsid w:val="00794A57"/>
    <w:rsid w:val="00794B04"/>
    <w:rsid w:val="00794D42"/>
    <w:rsid w:val="00794DF0"/>
    <w:rsid w:val="00795D03"/>
    <w:rsid w:val="00796507"/>
    <w:rsid w:val="007A122D"/>
    <w:rsid w:val="007A2442"/>
    <w:rsid w:val="007A2D65"/>
    <w:rsid w:val="007A371F"/>
    <w:rsid w:val="007A386D"/>
    <w:rsid w:val="007A3D5E"/>
    <w:rsid w:val="007A4618"/>
    <w:rsid w:val="007A49AD"/>
    <w:rsid w:val="007A4FCE"/>
    <w:rsid w:val="007A59FF"/>
    <w:rsid w:val="007A6FC0"/>
    <w:rsid w:val="007A78D3"/>
    <w:rsid w:val="007B0B05"/>
    <w:rsid w:val="007B0F43"/>
    <w:rsid w:val="007B1DEB"/>
    <w:rsid w:val="007B2A94"/>
    <w:rsid w:val="007B33A4"/>
    <w:rsid w:val="007B4504"/>
    <w:rsid w:val="007B4C4D"/>
    <w:rsid w:val="007B7216"/>
    <w:rsid w:val="007C13C2"/>
    <w:rsid w:val="007C22C1"/>
    <w:rsid w:val="007C2B1E"/>
    <w:rsid w:val="007C3E04"/>
    <w:rsid w:val="007C6377"/>
    <w:rsid w:val="007C735E"/>
    <w:rsid w:val="007D068B"/>
    <w:rsid w:val="007D2AEB"/>
    <w:rsid w:val="007D3252"/>
    <w:rsid w:val="007D42D6"/>
    <w:rsid w:val="007D6532"/>
    <w:rsid w:val="007D6B47"/>
    <w:rsid w:val="007D734A"/>
    <w:rsid w:val="007D7605"/>
    <w:rsid w:val="007E0565"/>
    <w:rsid w:val="007E116A"/>
    <w:rsid w:val="007E1E46"/>
    <w:rsid w:val="007E2F77"/>
    <w:rsid w:val="007E39A4"/>
    <w:rsid w:val="007E49D8"/>
    <w:rsid w:val="007E5303"/>
    <w:rsid w:val="007E5F98"/>
    <w:rsid w:val="007E6AA8"/>
    <w:rsid w:val="007E72FD"/>
    <w:rsid w:val="007F1E41"/>
    <w:rsid w:val="007F2BF0"/>
    <w:rsid w:val="007F2C99"/>
    <w:rsid w:val="007F2F8E"/>
    <w:rsid w:val="007F4C14"/>
    <w:rsid w:val="007F6250"/>
    <w:rsid w:val="007F6C6B"/>
    <w:rsid w:val="007F7181"/>
    <w:rsid w:val="007F73CA"/>
    <w:rsid w:val="00800211"/>
    <w:rsid w:val="00800CDB"/>
    <w:rsid w:val="00802341"/>
    <w:rsid w:val="0080289B"/>
    <w:rsid w:val="00802AA9"/>
    <w:rsid w:val="008037DA"/>
    <w:rsid w:val="00803AED"/>
    <w:rsid w:val="008040B2"/>
    <w:rsid w:val="00805273"/>
    <w:rsid w:val="008054B6"/>
    <w:rsid w:val="00806A68"/>
    <w:rsid w:val="00806EC0"/>
    <w:rsid w:val="00807A72"/>
    <w:rsid w:val="00813383"/>
    <w:rsid w:val="00813D16"/>
    <w:rsid w:val="00814B26"/>
    <w:rsid w:val="0081646A"/>
    <w:rsid w:val="00816858"/>
    <w:rsid w:val="00816EE5"/>
    <w:rsid w:val="00821657"/>
    <w:rsid w:val="00824F60"/>
    <w:rsid w:val="00825306"/>
    <w:rsid w:val="00826C87"/>
    <w:rsid w:val="008318E6"/>
    <w:rsid w:val="00831F1C"/>
    <w:rsid w:val="00831FB7"/>
    <w:rsid w:val="00832451"/>
    <w:rsid w:val="00832B72"/>
    <w:rsid w:val="008334EF"/>
    <w:rsid w:val="00835446"/>
    <w:rsid w:val="00835870"/>
    <w:rsid w:val="008362BA"/>
    <w:rsid w:val="00837429"/>
    <w:rsid w:val="0083745C"/>
    <w:rsid w:val="00840442"/>
    <w:rsid w:val="0084188D"/>
    <w:rsid w:val="00841C19"/>
    <w:rsid w:val="00841FB2"/>
    <w:rsid w:val="008426A8"/>
    <w:rsid w:val="0084314A"/>
    <w:rsid w:val="00845A4A"/>
    <w:rsid w:val="00845DA3"/>
    <w:rsid w:val="00846CBB"/>
    <w:rsid w:val="008470CC"/>
    <w:rsid w:val="00847A3A"/>
    <w:rsid w:val="00847E3D"/>
    <w:rsid w:val="00851543"/>
    <w:rsid w:val="00851D8D"/>
    <w:rsid w:val="00852DC2"/>
    <w:rsid w:val="0085784F"/>
    <w:rsid w:val="008601D9"/>
    <w:rsid w:val="00860AF9"/>
    <w:rsid w:val="00861312"/>
    <w:rsid w:val="0086177C"/>
    <w:rsid w:val="008618E0"/>
    <w:rsid w:val="00862204"/>
    <w:rsid w:val="0086252C"/>
    <w:rsid w:val="008637A2"/>
    <w:rsid w:val="00864A39"/>
    <w:rsid w:val="008654A1"/>
    <w:rsid w:val="0086787A"/>
    <w:rsid w:val="00867A36"/>
    <w:rsid w:val="00867B19"/>
    <w:rsid w:val="00870830"/>
    <w:rsid w:val="00870C93"/>
    <w:rsid w:val="008719FF"/>
    <w:rsid w:val="00872163"/>
    <w:rsid w:val="0087239C"/>
    <w:rsid w:val="008730BA"/>
    <w:rsid w:val="00873318"/>
    <w:rsid w:val="00873319"/>
    <w:rsid w:val="008738F0"/>
    <w:rsid w:val="00873981"/>
    <w:rsid w:val="00874396"/>
    <w:rsid w:val="00874EC0"/>
    <w:rsid w:val="008750A3"/>
    <w:rsid w:val="008775C5"/>
    <w:rsid w:val="00880601"/>
    <w:rsid w:val="00880C0F"/>
    <w:rsid w:val="00881624"/>
    <w:rsid w:val="008831B8"/>
    <w:rsid w:val="008835FE"/>
    <w:rsid w:val="00886FD3"/>
    <w:rsid w:val="008879BD"/>
    <w:rsid w:val="008916F6"/>
    <w:rsid w:val="0089207F"/>
    <w:rsid w:val="0089229D"/>
    <w:rsid w:val="00892FD9"/>
    <w:rsid w:val="008932EA"/>
    <w:rsid w:val="008957F8"/>
    <w:rsid w:val="00895FF8"/>
    <w:rsid w:val="00896814"/>
    <w:rsid w:val="008A01AC"/>
    <w:rsid w:val="008A0850"/>
    <w:rsid w:val="008A18C2"/>
    <w:rsid w:val="008A24B0"/>
    <w:rsid w:val="008A3325"/>
    <w:rsid w:val="008A3DB5"/>
    <w:rsid w:val="008A4064"/>
    <w:rsid w:val="008A461E"/>
    <w:rsid w:val="008A5A4E"/>
    <w:rsid w:val="008A78D9"/>
    <w:rsid w:val="008A7BB7"/>
    <w:rsid w:val="008B0C7D"/>
    <w:rsid w:val="008B0F31"/>
    <w:rsid w:val="008B1930"/>
    <w:rsid w:val="008B2912"/>
    <w:rsid w:val="008B3A83"/>
    <w:rsid w:val="008B3E2A"/>
    <w:rsid w:val="008B3F4A"/>
    <w:rsid w:val="008B5490"/>
    <w:rsid w:val="008B5B4B"/>
    <w:rsid w:val="008B6230"/>
    <w:rsid w:val="008B69FA"/>
    <w:rsid w:val="008B7BA2"/>
    <w:rsid w:val="008C173A"/>
    <w:rsid w:val="008C1954"/>
    <w:rsid w:val="008C203A"/>
    <w:rsid w:val="008C2AA2"/>
    <w:rsid w:val="008C3303"/>
    <w:rsid w:val="008C37B8"/>
    <w:rsid w:val="008C3926"/>
    <w:rsid w:val="008C41EF"/>
    <w:rsid w:val="008C432B"/>
    <w:rsid w:val="008C4452"/>
    <w:rsid w:val="008C4D03"/>
    <w:rsid w:val="008C4D30"/>
    <w:rsid w:val="008C4DD6"/>
    <w:rsid w:val="008C4F42"/>
    <w:rsid w:val="008C6772"/>
    <w:rsid w:val="008C6C5B"/>
    <w:rsid w:val="008C6CF5"/>
    <w:rsid w:val="008C72C9"/>
    <w:rsid w:val="008D074B"/>
    <w:rsid w:val="008D11A9"/>
    <w:rsid w:val="008D2F99"/>
    <w:rsid w:val="008D33B5"/>
    <w:rsid w:val="008D34CF"/>
    <w:rsid w:val="008D44D0"/>
    <w:rsid w:val="008D4660"/>
    <w:rsid w:val="008D4EC5"/>
    <w:rsid w:val="008D67A4"/>
    <w:rsid w:val="008D76AA"/>
    <w:rsid w:val="008D7BC9"/>
    <w:rsid w:val="008E0CB1"/>
    <w:rsid w:val="008E1754"/>
    <w:rsid w:val="008E317A"/>
    <w:rsid w:val="008E3795"/>
    <w:rsid w:val="008E4F79"/>
    <w:rsid w:val="008E5F39"/>
    <w:rsid w:val="008F0EDD"/>
    <w:rsid w:val="008F1005"/>
    <w:rsid w:val="008F187A"/>
    <w:rsid w:val="008F2514"/>
    <w:rsid w:val="008F29CB"/>
    <w:rsid w:val="008F33AD"/>
    <w:rsid w:val="008F4783"/>
    <w:rsid w:val="008F4F4F"/>
    <w:rsid w:val="009002B4"/>
    <w:rsid w:val="00901543"/>
    <w:rsid w:val="00902521"/>
    <w:rsid w:val="00903798"/>
    <w:rsid w:val="00903D33"/>
    <w:rsid w:val="00904B2C"/>
    <w:rsid w:val="009069AC"/>
    <w:rsid w:val="0090702D"/>
    <w:rsid w:val="00907536"/>
    <w:rsid w:val="00907BF2"/>
    <w:rsid w:val="00910811"/>
    <w:rsid w:val="0091085C"/>
    <w:rsid w:val="00911131"/>
    <w:rsid w:val="009123F4"/>
    <w:rsid w:val="009125C0"/>
    <w:rsid w:val="00912A4E"/>
    <w:rsid w:val="00912FDB"/>
    <w:rsid w:val="0091310F"/>
    <w:rsid w:val="00913651"/>
    <w:rsid w:val="00915192"/>
    <w:rsid w:val="009152D6"/>
    <w:rsid w:val="009162E5"/>
    <w:rsid w:val="009164FB"/>
    <w:rsid w:val="00916747"/>
    <w:rsid w:val="00917AF7"/>
    <w:rsid w:val="00917EC1"/>
    <w:rsid w:val="0092001A"/>
    <w:rsid w:val="00920731"/>
    <w:rsid w:val="00922829"/>
    <w:rsid w:val="00924C76"/>
    <w:rsid w:val="009259A6"/>
    <w:rsid w:val="009259CD"/>
    <w:rsid w:val="00925E14"/>
    <w:rsid w:val="00926181"/>
    <w:rsid w:val="009269E0"/>
    <w:rsid w:val="00926C16"/>
    <w:rsid w:val="009270E6"/>
    <w:rsid w:val="009274B5"/>
    <w:rsid w:val="009274F0"/>
    <w:rsid w:val="00927C63"/>
    <w:rsid w:val="0093185E"/>
    <w:rsid w:val="00931A82"/>
    <w:rsid w:val="00932B3E"/>
    <w:rsid w:val="00932D90"/>
    <w:rsid w:val="009350F9"/>
    <w:rsid w:val="0093561B"/>
    <w:rsid w:val="00935F95"/>
    <w:rsid w:val="0093610E"/>
    <w:rsid w:val="00937059"/>
    <w:rsid w:val="00937F65"/>
    <w:rsid w:val="009400FE"/>
    <w:rsid w:val="00941A93"/>
    <w:rsid w:val="009423EF"/>
    <w:rsid w:val="0094325B"/>
    <w:rsid w:val="009434DA"/>
    <w:rsid w:val="00946E88"/>
    <w:rsid w:val="00946EAB"/>
    <w:rsid w:val="009470F6"/>
    <w:rsid w:val="009476C5"/>
    <w:rsid w:val="009478B0"/>
    <w:rsid w:val="00947995"/>
    <w:rsid w:val="00947A84"/>
    <w:rsid w:val="00947C70"/>
    <w:rsid w:val="00950157"/>
    <w:rsid w:val="00951524"/>
    <w:rsid w:val="00952D10"/>
    <w:rsid w:val="0095411D"/>
    <w:rsid w:val="00954678"/>
    <w:rsid w:val="00954C6D"/>
    <w:rsid w:val="0095508E"/>
    <w:rsid w:val="0095767D"/>
    <w:rsid w:val="00957906"/>
    <w:rsid w:val="00957EB1"/>
    <w:rsid w:val="00961FCD"/>
    <w:rsid w:val="00962191"/>
    <w:rsid w:val="00963633"/>
    <w:rsid w:val="00963FD0"/>
    <w:rsid w:val="009641FB"/>
    <w:rsid w:val="00964343"/>
    <w:rsid w:val="009646AB"/>
    <w:rsid w:val="0097171F"/>
    <w:rsid w:val="00971901"/>
    <w:rsid w:val="00971ADD"/>
    <w:rsid w:val="0097379C"/>
    <w:rsid w:val="00973A92"/>
    <w:rsid w:val="00974798"/>
    <w:rsid w:val="00974B24"/>
    <w:rsid w:val="00975CEA"/>
    <w:rsid w:val="009765E0"/>
    <w:rsid w:val="00976931"/>
    <w:rsid w:val="009773AE"/>
    <w:rsid w:val="00977521"/>
    <w:rsid w:val="00977670"/>
    <w:rsid w:val="00977843"/>
    <w:rsid w:val="00977CBB"/>
    <w:rsid w:val="00980249"/>
    <w:rsid w:val="00980267"/>
    <w:rsid w:val="00980401"/>
    <w:rsid w:val="009828E3"/>
    <w:rsid w:val="009833C1"/>
    <w:rsid w:val="00984099"/>
    <w:rsid w:val="00984408"/>
    <w:rsid w:val="009850AA"/>
    <w:rsid w:val="009850F9"/>
    <w:rsid w:val="00985366"/>
    <w:rsid w:val="00985E67"/>
    <w:rsid w:val="00987C42"/>
    <w:rsid w:val="00990DB7"/>
    <w:rsid w:val="00990EDC"/>
    <w:rsid w:val="00991A39"/>
    <w:rsid w:val="0099229C"/>
    <w:rsid w:val="0099280E"/>
    <w:rsid w:val="00992E6F"/>
    <w:rsid w:val="009937AE"/>
    <w:rsid w:val="00994629"/>
    <w:rsid w:val="009946F3"/>
    <w:rsid w:val="00994C47"/>
    <w:rsid w:val="00995854"/>
    <w:rsid w:val="00995EEB"/>
    <w:rsid w:val="009A06DC"/>
    <w:rsid w:val="009A18BA"/>
    <w:rsid w:val="009A2F0B"/>
    <w:rsid w:val="009A469D"/>
    <w:rsid w:val="009A6D80"/>
    <w:rsid w:val="009B1082"/>
    <w:rsid w:val="009B1166"/>
    <w:rsid w:val="009B17B3"/>
    <w:rsid w:val="009B2FE8"/>
    <w:rsid w:val="009B2FF0"/>
    <w:rsid w:val="009B3E3C"/>
    <w:rsid w:val="009B421F"/>
    <w:rsid w:val="009B6EE4"/>
    <w:rsid w:val="009C0D33"/>
    <w:rsid w:val="009C20AB"/>
    <w:rsid w:val="009C2804"/>
    <w:rsid w:val="009C2F7F"/>
    <w:rsid w:val="009C47E9"/>
    <w:rsid w:val="009C5086"/>
    <w:rsid w:val="009C60FB"/>
    <w:rsid w:val="009C6554"/>
    <w:rsid w:val="009C7146"/>
    <w:rsid w:val="009C7E92"/>
    <w:rsid w:val="009C7EAF"/>
    <w:rsid w:val="009D0CBA"/>
    <w:rsid w:val="009D0CEE"/>
    <w:rsid w:val="009D0D92"/>
    <w:rsid w:val="009D2DE7"/>
    <w:rsid w:val="009D3838"/>
    <w:rsid w:val="009D3A2E"/>
    <w:rsid w:val="009D4397"/>
    <w:rsid w:val="009D61EC"/>
    <w:rsid w:val="009D76AA"/>
    <w:rsid w:val="009E065B"/>
    <w:rsid w:val="009E1935"/>
    <w:rsid w:val="009E36E7"/>
    <w:rsid w:val="009E5000"/>
    <w:rsid w:val="009E5733"/>
    <w:rsid w:val="009E6358"/>
    <w:rsid w:val="009E64F5"/>
    <w:rsid w:val="009E6851"/>
    <w:rsid w:val="009F08BB"/>
    <w:rsid w:val="009F17F8"/>
    <w:rsid w:val="009F27BF"/>
    <w:rsid w:val="009F29D7"/>
    <w:rsid w:val="009F2E83"/>
    <w:rsid w:val="009F32D2"/>
    <w:rsid w:val="009F47BC"/>
    <w:rsid w:val="009F4E78"/>
    <w:rsid w:val="009F532B"/>
    <w:rsid w:val="009F5BFB"/>
    <w:rsid w:val="009F6243"/>
    <w:rsid w:val="00A00132"/>
    <w:rsid w:val="00A0076A"/>
    <w:rsid w:val="00A00A10"/>
    <w:rsid w:val="00A01543"/>
    <w:rsid w:val="00A015BF"/>
    <w:rsid w:val="00A02E3F"/>
    <w:rsid w:val="00A03177"/>
    <w:rsid w:val="00A05285"/>
    <w:rsid w:val="00A0575D"/>
    <w:rsid w:val="00A05B03"/>
    <w:rsid w:val="00A061DC"/>
    <w:rsid w:val="00A07163"/>
    <w:rsid w:val="00A07998"/>
    <w:rsid w:val="00A107F6"/>
    <w:rsid w:val="00A108CC"/>
    <w:rsid w:val="00A112D1"/>
    <w:rsid w:val="00A12A5B"/>
    <w:rsid w:val="00A130CA"/>
    <w:rsid w:val="00A13173"/>
    <w:rsid w:val="00A15240"/>
    <w:rsid w:val="00A16725"/>
    <w:rsid w:val="00A217CB"/>
    <w:rsid w:val="00A22980"/>
    <w:rsid w:val="00A252E2"/>
    <w:rsid w:val="00A266BC"/>
    <w:rsid w:val="00A27121"/>
    <w:rsid w:val="00A274A9"/>
    <w:rsid w:val="00A32707"/>
    <w:rsid w:val="00A32A19"/>
    <w:rsid w:val="00A33982"/>
    <w:rsid w:val="00A339A8"/>
    <w:rsid w:val="00A348AE"/>
    <w:rsid w:val="00A3504B"/>
    <w:rsid w:val="00A37EA5"/>
    <w:rsid w:val="00A4018C"/>
    <w:rsid w:val="00A401F4"/>
    <w:rsid w:val="00A402C9"/>
    <w:rsid w:val="00A40F5B"/>
    <w:rsid w:val="00A425DF"/>
    <w:rsid w:val="00A43B5B"/>
    <w:rsid w:val="00A4409E"/>
    <w:rsid w:val="00A441C9"/>
    <w:rsid w:val="00A468F2"/>
    <w:rsid w:val="00A47FDD"/>
    <w:rsid w:val="00A52A6D"/>
    <w:rsid w:val="00A53278"/>
    <w:rsid w:val="00A5346E"/>
    <w:rsid w:val="00A53653"/>
    <w:rsid w:val="00A53E6F"/>
    <w:rsid w:val="00A540C8"/>
    <w:rsid w:val="00A55C8A"/>
    <w:rsid w:val="00A56ABA"/>
    <w:rsid w:val="00A6025C"/>
    <w:rsid w:val="00A60C12"/>
    <w:rsid w:val="00A60FED"/>
    <w:rsid w:val="00A622ED"/>
    <w:rsid w:val="00A6486D"/>
    <w:rsid w:val="00A66A75"/>
    <w:rsid w:val="00A70149"/>
    <w:rsid w:val="00A7060B"/>
    <w:rsid w:val="00A71EA5"/>
    <w:rsid w:val="00A733FD"/>
    <w:rsid w:val="00A742DC"/>
    <w:rsid w:val="00A7488D"/>
    <w:rsid w:val="00A75EE9"/>
    <w:rsid w:val="00A76A4D"/>
    <w:rsid w:val="00A773A0"/>
    <w:rsid w:val="00A77663"/>
    <w:rsid w:val="00A8053A"/>
    <w:rsid w:val="00A80FB2"/>
    <w:rsid w:val="00A81728"/>
    <w:rsid w:val="00A8194C"/>
    <w:rsid w:val="00A82423"/>
    <w:rsid w:val="00A84C5C"/>
    <w:rsid w:val="00A8566A"/>
    <w:rsid w:val="00A85A7B"/>
    <w:rsid w:val="00A869E3"/>
    <w:rsid w:val="00A86AC7"/>
    <w:rsid w:val="00A86E01"/>
    <w:rsid w:val="00A872EF"/>
    <w:rsid w:val="00A874A4"/>
    <w:rsid w:val="00A874D8"/>
    <w:rsid w:val="00A904B6"/>
    <w:rsid w:val="00A92676"/>
    <w:rsid w:val="00A93193"/>
    <w:rsid w:val="00A939CD"/>
    <w:rsid w:val="00A94799"/>
    <w:rsid w:val="00A949A6"/>
    <w:rsid w:val="00A94D38"/>
    <w:rsid w:val="00A952B4"/>
    <w:rsid w:val="00A95399"/>
    <w:rsid w:val="00A963DC"/>
    <w:rsid w:val="00A96938"/>
    <w:rsid w:val="00A974F7"/>
    <w:rsid w:val="00A97981"/>
    <w:rsid w:val="00A97EEB"/>
    <w:rsid w:val="00AA0DDB"/>
    <w:rsid w:val="00AA11B1"/>
    <w:rsid w:val="00AA1AA7"/>
    <w:rsid w:val="00AA2526"/>
    <w:rsid w:val="00AA51A8"/>
    <w:rsid w:val="00AA6601"/>
    <w:rsid w:val="00AA78F1"/>
    <w:rsid w:val="00AB072C"/>
    <w:rsid w:val="00AB1FAD"/>
    <w:rsid w:val="00AB2EB3"/>
    <w:rsid w:val="00AB3C61"/>
    <w:rsid w:val="00AB3E71"/>
    <w:rsid w:val="00AB4628"/>
    <w:rsid w:val="00AB5A3B"/>
    <w:rsid w:val="00AB66C3"/>
    <w:rsid w:val="00AB793D"/>
    <w:rsid w:val="00AC06ED"/>
    <w:rsid w:val="00AC1B0C"/>
    <w:rsid w:val="00AC4F7B"/>
    <w:rsid w:val="00AC53F7"/>
    <w:rsid w:val="00AC604B"/>
    <w:rsid w:val="00AC77D9"/>
    <w:rsid w:val="00AC7958"/>
    <w:rsid w:val="00AD1742"/>
    <w:rsid w:val="00AD179E"/>
    <w:rsid w:val="00AD2C94"/>
    <w:rsid w:val="00AD2DF5"/>
    <w:rsid w:val="00AD3AE3"/>
    <w:rsid w:val="00AD3F6C"/>
    <w:rsid w:val="00AD423B"/>
    <w:rsid w:val="00AD509D"/>
    <w:rsid w:val="00AD54F7"/>
    <w:rsid w:val="00AD60C1"/>
    <w:rsid w:val="00AD6919"/>
    <w:rsid w:val="00AD6F4E"/>
    <w:rsid w:val="00AE216E"/>
    <w:rsid w:val="00AE22BC"/>
    <w:rsid w:val="00AE2BE6"/>
    <w:rsid w:val="00AE4B31"/>
    <w:rsid w:val="00AE4B79"/>
    <w:rsid w:val="00AE5823"/>
    <w:rsid w:val="00AE6318"/>
    <w:rsid w:val="00AE6947"/>
    <w:rsid w:val="00AE7CF2"/>
    <w:rsid w:val="00AF005D"/>
    <w:rsid w:val="00AF08EB"/>
    <w:rsid w:val="00AF17C0"/>
    <w:rsid w:val="00AF23EC"/>
    <w:rsid w:val="00AF2FA3"/>
    <w:rsid w:val="00AF32D3"/>
    <w:rsid w:val="00AF3499"/>
    <w:rsid w:val="00AF3742"/>
    <w:rsid w:val="00AF496A"/>
    <w:rsid w:val="00AF5FEB"/>
    <w:rsid w:val="00AF6245"/>
    <w:rsid w:val="00AF661A"/>
    <w:rsid w:val="00AF6D93"/>
    <w:rsid w:val="00AF7EED"/>
    <w:rsid w:val="00B003EB"/>
    <w:rsid w:val="00B02026"/>
    <w:rsid w:val="00B022F8"/>
    <w:rsid w:val="00B06646"/>
    <w:rsid w:val="00B07011"/>
    <w:rsid w:val="00B07B08"/>
    <w:rsid w:val="00B07D90"/>
    <w:rsid w:val="00B102E0"/>
    <w:rsid w:val="00B104F9"/>
    <w:rsid w:val="00B10F0C"/>
    <w:rsid w:val="00B11423"/>
    <w:rsid w:val="00B14159"/>
    <w:rsid w:val="00B151FE"/>
    <w:rsid w:val="00B161FA"/>
    <w:rsid w:val="00B16294"/>
    <w:rsid w:val="00B1699B"/>
    <w:rsid w:val="00B17898"/>
    <w:rsid w:val="00B20B58"/>
    <w:rsid w:val="00B20F8C"/>
    <w:rsid w:val="00B229DD"/>
    <w:rsid w:val="00B2479D"/>
    <w:rsid w:val="00B24AF9"/>
    <w:rsid w:val="00B254E7"/>
    <w:rsid w:val="00B25542"/>
    <w:rsid w:val="00B25793"/>
    <w:rsid w:val="00B25E84"/>
    <w:rsid w:val="00B25FF1"/>
    <w:rsid w:val="00B260FC"/>
    <w:rsid w:val="00B30036"/>
    <w:rsid w:val="00B30447"/>
    <w:rsid w:val="00B3419B"/>
    <w:rsid w:val="00B346C4"/>
    <w:rsid w:val="00B35094"/>
    <w:rsid w:val="00B351AA"/>
    <w:rsid w:val="00B37E2C"/>
    <w:rsid w:val="00B415EC"/>
    <w:rsid w:val="00B42151"/>
    <w:rsid w:val="00B4376E"/>
    <w:rsid w:val="00B444AB"/>
    <w:rsid w:val="00B448A9"/>
    <w:rsid w:val="00B450CE"/>
    <w:rsid w:val="00B45F18"/>
    <w:rsid w:val="00B46151"/>
    <w:rsid w:val="00B46C2E"/>
    <w:rsid w:val="00B50C8A"/>
    <w:rsid w:val="00B51802"/>
    <w:rsid w:val="00B5407F"/>
    <w:rsid w:val="00B541AD"/>
    <w:rsid w:val="00B54BF0"/>
    <w:rsid w:val="00B5503B"/>
    <w:rsid w:val="00B55A2D"/>
    <w:rsid w:val="00B57D78"/>
    <w:rsid w:val="00B610C2"/>
    <w:rsid w:val="00B62C73"/>
    <w:rsid w:val="00B63457"/>
    <w:rsid w:val="00B638D7"/>
    <w:rsid w:val="00B65012"/>
    <w:rsid w:val="00B71997"/>
    <w:rsid w:val="00B723ED"/>
    <w:rsid w:val="00B72D06"/>
    <w:rsid w:val="00B73FC1"/>
    <w:rsid w:val="00B74F55"/>
    <w:rsid w:val="00B7575C"/>
    <w:rsid w:val="00B76598"/>
    <w:rsid w:val="00B76D4E"/>
    <w:rsid w:val="00B7712E"/>
    <w:rsid w:val="00B821FC"/>
    <w:rsid w:val="00B83786"/>
    <w:rsid w:val="00B84AF2"/>
    <w:rsid w:val="00B84EEF"/>
    <w:rsid w:val="00B85A9C"/>
    <w:rsid w:val="00B87931"/>
    <w:rsid w:val="00B9031F"/>
    <w:rsid w:val="00B903AB"/>
    <w:rsid w:val="00B91476"/>
    <w:rsid w:val="00B935AE"/>
    <w:rsid w:val="00B93C66"/>
    <w:rsid w:val="00B945CB"/>
    <w:rsid w:val="00B94B93"/>
    <w:rsid w:val="00B94D15"/>
    <w:rsid w:val="00B94E88"/>
    <w:rsid w:val="00B95EB6"/>
    <w:rsid w:val="00B96DA9"/>
    <w:rsid w:val="00B96FC8"/>
    <w:rsid w:val="00B97422"/>
    <w:rsid w:val="00B97B16"/>
    <w:rsid w:val="00B97DF6"/>
    <w:rsid w:val="00BA0869"/>
    <w:rsid w:val="00BA1A09"/>
    <w:rsid w:val="00BA26EB"/>
    <w:rsid w:val="00BA299D"/>
    <w:rsid w:val="00BA410F"/>
    <w:rsid w:val="00BA5510"/>
    <w:rsid w:val="00BA6A70"/>
    <w:rsid w:val="00BB044C"/>
    <w:rsid w:val="00BB26AB"/>
    <w:rsid w:val="00BB2B83"/>
    <w:rsid w:val="00BB4559"/>
    <w:rsid w:val="00BB5C8E"/>
    <w:rsid w:val="00BB714C"/>
    <w:rsid w:val="00BB79C8"/>
    <w:rsid w:val="00BB7BAB"/>
    <w:rsid w:val="00BC1234"/>
    <w:rsid w:val="00BC126D"/>
    <w:rsid w:val="00BC2942"/>
    <w:rsid w:val="00BC2BFF"/>
    <w:rsid w:val="00BC2DC4"/>
    <w:rsid w:val="00BC436C"/>
    <w:rsid w:val="00BC4863"/>
    <w:rsid w:val="00BC4928"/>
    <w:rsid w:val="00BC4B12"/>
    <w:rsid w:val="00BC4E19"/>
    <w:rsid w:val="00BC5E64"/>
    <w:rsid w:val="00BC6324"/>
    <w:rsid w:val="00BC6859"/>
    <w:rsid w:val="00BC6B93"/>
    <w:rsid w:val="00BD2944"/>
    <w:rsid w:val="00BD3E25"/>
    <w:rsid w:val="00BD45C8"/>
    <w:rsid w:val="00BD6021"/>
    <w:rsid w:val="00BD650E"/>
    <w:rsid w:val="00BD725B"/>
    <w:rsid w:val="00BD75D3"/>
    <w:rsid w:val="00BE0C0E"/>
    <w:rsid w:val="00BE1045"/>
    <w:rsid w:val="00BE1ACA"/>
    <w:rsid w:val="00BE2736"/>
    <w:rsid w:val="00BE2BA6"/>
    <w:rsid w:val="00BE2F68"/>
    <w:rsid w:val="00BE46BE"/>
    <w:rsid w:val="00BE49C9"/>
    <w:rsid w:val="00BE5D12"/>
    <w:rsid w:val="00BE5D7B"/>
    <w:rsid w:val="00BE6559"/>
    <w:rsid w:val="00BE672B"/>
    <w:rsid w:val="00BF041C"/>
    <w:rsid w:val="00BF1872"/>
    <w:rsid w:val="00BF1E04"/>
    <w:rsid w:val="00BF2A66"/>
    <w:rsid w:val="00BF2B37"/>
    <w:rsid w:val="00BF4772"/>
    <w:rsid w:val="00BF47FC"/>
    <w:rsid w:val="00BF4932"/>
    <w:rsid w:val="00BF4ECC"/>
    <w:rsid w:val="00BF7596"/>
    <w:rsid w:val="00BF7A75"/>
    <w:rsid w:val="00C0198D"/>
    <w:rsid w:val="00C01DF9"/>
    <w:rsid w:val="00C03B36"/>
    <w:rsid w:val="00C046CC"/>
    <w:rsid w:val="00C0582A"/>
    <w:rsid w:val="00C05AB4"/>
    <w:rsid w:val="00C06B85"/>
    <w:rsid w:val="00C07B2F"/>
    <w:rsid w:val="00C10259"/>
    <w:rsid w:val="00C10C6C"/>
    <w:rsid w:val="00C11D58"/>
    <w:rsid w:val="00C11DC3"/>
    <w:rsid w:val="00C12BE6"/>
    <w:rsid w:val="00C12E51"/>
    <w:rsid w:val="00C166B6"/>
    <w:rsid w:val="00C17243"/>
    <w:rsid w:val="00C1788A"/>
    <w:rsid w:val="00C209A2"/>
    <w:rsid w:val="00C211DF"/>
    <w:rsid w:val="00C2215B"/>
    <w:rsid w:val="00C237DE"/>
    <w:rsid w:val="00C23B28"/>
    <w:rsid w:val="00C23CDE"/>
    <w:rsid w:val="00C244C7"/>
    <w:rsid w:val="00C24E0C"/>
    <w:rsid w:val="00C3011C"/>
    <w:rsid w:val="00C30A4B"/>
    <w:rsid w:val="00C30DB1"/>
    <w:rsid w:val="00C310A1"/>
    <w:rsid w:val="00C31CA6"/>
    <w:rsid w:val="00C31E99"/>
    <w:rsid w:val="00C33DE5"/>
    <w:rsid w:val="00C3551D"/>
    <w:rsid w:val="00C36472"/>
    <w:rsid w:val="00C37486"/>
    <w:rsid w:val="00C374D3"/>
    <w:rsid w:val="00C40FD3"/>
    <w:rsid w:val="00C412D3"/>
    <w:rsid w:val="00C414CB"/>
    <w:rsid w:val="00C431FF"/>
    <w:rsid w:val="00C43F3F"/>
    <w:rsid w:val="00C45247"/>
    <w:rsid w:val="00C45D5F"/>
    <w:rsid w:val="00C47871"/>
    <w:rsid w:val="00C50579"/>
    <w:rsid w:val="00C50736"/>
    <w:rsid w:val="00C517DC"/>
    <w:rsid w:val="00C51C61"/>
    <w:rsid w:val="00C5206F"/>
    <w:rsid w:val="00C526DE"/>
    <w:rsid w:val="00C5362B"/>
    <w:rsid w:val="00C548E6"/>
    <w:rsid w:val="00C54996"/>
    <w:rsid w:val="00C54C34"/>
    <w:rsid w:val="00C55CF2"/>
    <w:rsid w:val="00C55F28"/>
    <w:rsid w:val="00C56DBC"/>
    <w:rsid w:val="00C607BA"/>
    <w:rsid w:val="00C6094D"/>
    <w:rsid w:val="00C61AA3"/>
    <w:rsid w:val="00C62009"/>
    <w:rsid w:val="00C62FC6"/>
    <w:rsid w:val="00C6463D"/>
    <w:rsid w:val="00C66189"/>
    <w:rsid w:val="00C7019B"/>
    <w:rsid w:val="00C70999"/>
    <w:rsid w:val="00C71C87"/>
    <w:rsid w:val="00C71D1D"/>
    <w:rsid w:val="00C7550F"/>
    <w:rsid w:val="00C75C41"/>
    <w:rsid w:val="00C7775E"/>
    <w:rsid w:val="00C8054E"/>
    <w:rsid w:val="00C80E61"/>
    <w:rsid w:val="00C8105F"/>
    <w:rsid w:val="00C82117"/>
    <w:rsid w:val="00C83DB2"/>
    <w:rsid w:val="00C83F99"/>
    <w:rsid w:val="00C92D6C"/>
    <w:rsid w:val="00C92FAD"/>
    <w:rsid w:val="00C93116"/>
    <w:rsid w:val="00C9355A"/>
    <w:rsid w:val="00C94018"/>
    <w:rsid w:val="00C960E6"/>
    <w:rsid w:val="00CA2493"/>
    <w:rsid w:val="00CA3581"/>
    <w:rsid w:val="00CA4C28"/>
    <w:rsid w:val="00CA4D60"/>
    <w:rsid w:val="00CA63AC"/>
    <w:rsid w:val="00CA6E74"/>
    <w:rsid w:val="00CA7526"/>
    <w:rsid w:val="00CA7660"/>
    <w:rsid w:val="00CB0805"/>
    <w:rsid w:val="00CB09C0"/>
    <w:rsid w:val="00CB164E"/>
    <w:rsid w:val="00CB34AE"/>
    <w:rsid w:val="00CB7BC5"/>
    <w:rsid w:val="00CC0D03"/>
    <w:rsid w:val="00CC1124"/>
    <w:rsid w:val="00CC2738"/>
    <w:rsid w:val="00CC290D"/>
    <w:rsid w:val="00CC2933"/>
    <w:rsid w:val="00CC2A19"/>
    <w:rsid w:val="00CC5039"/>
    <w:rsid w:val="00CC550E"/>
    <w:rsid w:val="00CC77AA"/>
    <w:rsid w:val="00CD12D0"/>
    <w:rsid w:val="00CD33FB"/>
    <w:rsid w:val="00CD3BE2"/>
    <w:rsid w:val="00CD4864"/>
    <w:rsid w:val="00CD55D9"/>
    <w:rsid w:val="00CD569C"/>
    <w:rsid w:val="00CD5A24"/>
    <w:rsid w:val="00CD6163"/>
    <w:rsid w:val="00CD7143"/>
    <w:rsid w:val="00CE20EB"/>
    <w:rsid w:val="00CE3C0E"/>
    <w:rsid w:val="00CE4126"/>
    <w:rsid w:val="00CE6540"/>
    <w:rsid w:val="00CE6E3D"/>
    <w:rsid w:val="00CE72FB"/>
    <w:rsid w:val="00CE759C"/>
    <w:rsid w:val="00CE7985"/>
    <w:rsid w:val="00CF1D5E"/>
    <w:rsid w:val="00CF2077"/>
    <w:rsid w:val="00CF20AA"/>
    <w:rsid w:val="00CF234A"/>
    <w:rsid w:val="00CF24A5"/>
    <w:rsid w:val="00CF2618"/>
    <w:rsid w:val="00CF32C1"/>
    <w:rsid w:val="00CF5104"/>
    <w:rsid w:val="00CF533A"/>
    <w:rsid w:val="00CF701E"/>
    <w:rsid w:val="00CF7576"/>
    <w:rsid w:val="00D01E8D"/>
    <w:rsid w:val="00D03A4F"/>
    <w:rsid w:val="00D03C35"/>
    <w:rsid w:val="00D03EE7"/>
    <w:rsid w:val="00D04A9E"/>
    <w:rsid w:val="00D04D79"/>
    <w:rsid w:val="00D04E1A"/>
    <w:rsid w:val="00D05B06"/>
    <w:rsid w:val="00D06EDB"/>
    <w:rsid w:val="00D07030"/>
    <w:rsid w:val="00D078F6"/>
    <w:rsid w:val="00D07B8F"/>
    <w:rsid w:val="00D07E3F"/>
    <w:rsid w:val="00D104EB"/>
    <w:rsid w:val="00D11658"/>
    <w:rsid w:val="00D11AF8"/>
    <w:rsid w:val="00D13A86"/>
    <w:rsid w:val="00D160DB"/>
    <w:rsid w:val="00D16653"/>
    <w:rsid w:val="00D172AE"/>
    <w:rsid w:val="00D17CDE"/>
    <w:rsid w:val="00D21883"/>
    <w:rsid w:val="00D222BF"/>
    <w:rsid w:val="00D224CA"/>
    <w:rsid w:val="00D22940"/>
    <w:rsid w:val="00D24B09"/>
    <w:rsid w:val="00D2565C"/>
    <w:rsid w:val="00D25C29"/>
    <w:rsid w:val="00D27879"/>
    <w:rsid w:val="00D303E4"/>
    <w:rsid w:val="00D30D52"/>
    <w:rsid w:val="00D31233"/>
    <w:rsid w:val="00D31245"/>
    <w:rsid w:val="00D31E72"/>
    <w:rsid w:val="00D3243B"/>
    <w:rsid w:val="00D3381C"/>
    <w:rsid w:val="00D34406"/>
    <w:rsid w:val="00D34D5A"/>
    <w:rsid w:val="00D34F47"/>
    <w:rsid w:val="00D35237"/>
    <w:rsid w:val="00D35520"/>
    <w:rsid w:val="00D3701B"/>
    <w:rsid w:val="00D40DD1"/>
    <w:rsid w:val="00D41D6B"/>
    <w:rsid w:val="00D4380E"/>
    <w:rsid w:val="00D43D40"/>
    <w:rsid w:val="00D455AE"/>
    <w:rsid w:val="00D4603F"/>
    <w:rsid w:val="00D46F8B"/>
    <w:rsid w:val="00D505EA"/>
    <w:rsid w:val="00D511CE"/>
    <w:rsid w:val="00D51A99"/>
    <w:rsid w:val="00D54869"/>
    <w:rsid w:val="00D54A9E"/>
    <w:rsid w:val="00D55757"/>
    <w:rsid w:val="00D561A3"/>
    <w:rsid w:val="00D5668C"/>
    <w:rsid w:val="00D606F3"/>
    <w:rsid w:val="00D6090F"/>
    <w:rsid w:val="00D60D1A"/>
    <w:rsid w:val="00D60FF4"/>
    <w:rsid w:val="00D61D28"/>
    <w:rsid w:val="00D630B6"/>
    <w:rsid w:val="00D6347A"/>
    <w:rsid w:val="00D638E1"/>
    <w:rsid w:val="00D6409B"/>
    <w:rsid w:val="00D642A4"/>
    <w:rsid w:val="00D6483C"/>
    <w:rsid w:val="00D64B7B"/>
    <w:rsid w:val="00D65595"/>
    <w:rsid w:val="00D666BB"/>
    <w:rsid w:val="00D66C35"/>
    <w:rsid w:val="00D66F6A"/>
    <w:rsid w:val="00D67157"/>
    <w:rsid w:val="00D706CB"/>
    <w:rsid w:val="00D70C38"/>
    <w:rsid w:val="00D731C5"/>
    <w:rsid w:val="00D73510"/>
    <w:rsid w:val="00D73BA2"/>
    <w:rsid w:val="00D7458D"/>
    <w:rsid w:val="00D80B2F"/>
    <w:rsid w:val="00D81708"/>
    <w:rsid w:val="00D82BC0"/>
    <w:rsid w:val="00D837A6"/>
    <w:rsid w:val="00D8445D"/>
    <w:rsid w:val="00D85482"/>
    <w:rsid w:val="00D854DD"/>
    <w:rsid w:val="00D85BF1"/>
    <w:rsid w:val="00D8668F"/>
    <w:rsid w:val="00D86BE0"/>
    <w:rsid w:val="00D86EBC"/>
    <w:rsid w:val="00D87B34"/>
    <w:rsid w:val="00D87E98"/>
    <w:rsid w:val="00D90FFA"/>
    <w:rsid w:val="00D94122"/>
    <w:rsid w:val="00DA0584"/>
    <w:rsid w:val="00DA0C7A"/>
    <w:rsid w:val="00DA0FBE"/>
    <w:rsid w:val="00DA1D87"/>
    <w:rsid w:val="00DA1EFB"/>
    <w:rsid w:val="00DA3068"/>
    <w:rsid w:val="00DA44A0"/>
    <w:rsid w:val="00DA4924"/>
    <w:rsid w:val="00DA515B"/>
    <w:rsid w:val="00DA5322"/>
    <w:rsid w:val="00DA6037"/>
    <w:rsid w:val="00DA7C32"/>
    <w:rsid w:val="00DB0A19"/>
    <w:rsid w:val="00DB238E"/>
    <w:rsid w:val="00DB24FC"/>
    <w:rsid w:val="00DB28E0"/>
    <w:rsid w:val="00DB779E"/>
    <w:rsid w:val="00DC12A4"/>
    <w:rsid w:val="00DC1C3D"/>
    <w:rsid w:val="00DC2021"/>
    <w:rsid w:val="00DC2679"/>
    <w:rsid w:val="00DC282F"/>
    <w:rsid w:val="00DC545B"/>
    <w:rsid w:val="00DC54F1"/>
    <w:rsid w:val="00DC5D30"/>
    <w:rsid w:val="00DD011E"/>
    <w:rsid w:val="00DD1A5F"/>
    <w:rsid w:val="00DD1BD1"/>
    <w:rsid w:val="00DD1C03"/>
    <w:rsid w:val="00DD24E8"/>
    <w:rsid w:val="00DD26FF"/>
    <w:rsid w:val="00DD5ADD"/>
    <w:rsid w:val="00DD659F"/>
    <w:rsid w:val="00DD78D4"/>
    <w:rsid w:val="00DD7EAB"/>
    <w:rsid w:val="00DD7F08"/>
    <w:rsid w:val="00DE040D"/>
    <w:rsid w:val="00DE05EC"/>
    <w:rsid w:val="00DE06C2"/>
    <w:rsid w:val="00DE08EC"/>
    <w:rsid w:val="00DE1F66"/>
    <w:rsid w:val="00DE398C"/>
    <w:rsid w:val="00DE547E"/>
    <w:rsid w:val="00DE54AE"/>
    <w:rsid w:val="00DE58B6"/>
    <w:rsid w:val="00DE797B"/>
    <w:rsid w:val="00DF05E2"/>
    <w:rsid w:val="00DF25AE"/>
    <w:rsid w:val="00DF2DCA"/>
    <w:rsid w:val="00DF2FAA"/>
    <w:rsid w:val="00DF52FD"/>
    <w:rsid w:val="00DF5885"/>
    <w:rsid w:val="00DF6264"/>
    <w:rsid w:val="00E00699"/>
    <w:rsid w:val="00E01CEF"/>
    <w:rsid w:val="00E02495"/>
    <w:rsid w:val="00E02B5E"/>
    <w:rsid w:val="00E02F9C"/>
    <w:rsid w:val="00E02FB0"/>
    <w:rsid w:val="00E043E6"/>
    <w:rsid w:val="00E048DA"/>
    <w:rsid w:val="00E06A34"/>
    <w:rsid w:val="00E113FE"/>
    <w:rsid w:val="00E11440"/>
    <w:rsid w:val="00E1365B"/>
    <w:rsid w:val="00E15A8D"/>
    <w:rsid w:val="00E20AB8"/>
    <w:rsid w:val="00E20D0F"/>
    <w:rsid w:val="00E20F36"/>
    <w:rsid w:val="00E21118"/>
    <w:rsid w:val="00E21591"/>
    <w:rsid w:val="00E21D9B"/>
    <w:rsid w:val="00E2216B"/>
    <w:rsid w:val="00E23F36"/>
    <w:rsid w:val="00E26962"/>
    <w:rsid w:val="00E26BBD"/>
    <w:rsid w:val="00E278BF"/>
    <w:rsid w:val="00E30836"/>
    <w:rsid w:val="00E312E8"/>
    <w:rsid w:val="00E31CA7"/>
    <w:rsid w:val="00E320B5"/>
    <w:rsid w:val="00E32179"/>
    <w:rsid w:val="00E324C9"/>
    <w:rsid w:val="00E3736C"/>
    <w:rsid w:val="00E37CC4"/>
    <w:rsid w:val="00E403C3"/>
    <w:rsid w:val="00E40973"/>
    <w:rsid w:val="00E4124D"/>
    <w:rsid w:val="00E438E4"/>
    <w:rsid w:val="00E440A4"/>
    <w:rsid w:val="00E440C7"/>
    <w:rsid w:val="00E44DA8"/>
    <w:rsid w:val="00E45A08"/>
    <w:rsid w:val="00E45A51"/>
    <w:rsid w:val="00E504AC"/>
    <w:rsid w:val="00E50893"/>
    <w:rsid w:val="00E50EE5"/>
    <w:rsid w:val="00E51A45"/>
    <w:rsid w:val="00E530AD"/>
    <w:rsid w:val="00E539CE"/>
    <w:rsid w:val="00E541A8"/>
    <w:rsid w:val="00E5455A"/>
    <w:rsid w:val="00E549FF"/>
    <w:rsid w:val="00E54D0E"/>
    <w:rsid w:val="00E556B1"/>
    <w:rsid w:val="00E55872"/>
    <w:rsid w:val="00E55E1B"/>
    <w:rsid w:val="00E56233"/>
    <w:rsid w:val="00E575BD"/>
    <w:rsid w:val="00E57989"/>
    <w:rsid w:val="00E6044B"/>
    <w:rsid w:val="00E60B9F"/>
    <w:rsid w:val="00E61794"/>
    <w:rsid w:val="00E61E7B"/>
    <w:rsid w:val="00E63777"/>
    <w:rsid w:val="00E643ED"/>
    <w:rsid w:val="00E64E19"/>
    <w:rsid w:val="00E64F99"/>
    <w:rsid w:val="00E65610"/>
    <w:rsid w:val="00E678C2"/>
    <w:rsid w:val="00E703C6"/>
    <w:rsid w:val="00E7099C"/>
    <w:rsid w:val="00E7104C"/>
    <w:rsid w:val="00E7177C"/>
    <w:rsid w:val="00E7315B"/>
    <w:rsid w:val="00E735B2"/>
    <w:rsid w:val="00E7369F"/>
    <w:rsid w:val="00E74C0A"/>
    <w:rsid w:val="00E7528F"/>
    <w:rsid w:val="00E761F5"/>
    <w:rsid w:val="00E767FC"/>
    <w:rsid w:val="00E774C3"/>
    <w:rsid w:val="00E77724"/>
    <w:rsid w:val="00E804E3"/>
    <w:rsid w:val="00E80935"/>
    <w:rsid w:val="00E80938"/>
    <w:rsid w:val="00E83804"/>
    <w:rsid w:val="00E84121"/>
    <w:rsid w:val="00E84D55"/>
    <w:rsid w:val="00E85122"/>
    <w:rsid w:val="00E8578C"/>
    <w:rsid w:val="00E86420"/>
    <w:rsid w:val="00E877C6"/>
    <w:rsid w:val="00E9079E"/>
    <w:rsid w:val="00E90F4F"/>
    <w:rsid w:val="00E92074"/>
    <w:rsid w:val="00E93001"/>
    <w:rsid w:val="00E9304F"/>
    <w:rsid w:val="00E93D96"/>
    <w:rsid w:val="00E9437C"/>
    <w:rsid w:val="00E94A42"/>
    <w:rsid w:val="00E94BEF"/>
    <w:rsid w:val="00E94E99"/>
    <w:rsid w:val="00E95D20"/>
    <w:rsid w:val="00E96C46"/>
    <w:rsid w:val="00E975AC"/>
    <w:rsid w:val="00E97895"/>
    <w:rsid w:val="00EA13FA"/>
    <w:rsid w:val="00EA15E0"/>
    <w:rsid w:val="00EA1D6A"/>
    <w:rsid w:val="00EA30EA"/>
    <w:rsid w:val="00EA34B9"/>
    <w:rsid w:val="00EA36F0"/>
    <w:rsid w:val="00EA3743"/>
    <w:rsid w:val="00EA4144"/>
    <w:rsid w:val="00EA54A7"/>
    <w:rsid w:val="00EA6647"/>
    <w:rsid w:val="00EA7ADB"/>
    <w:rsid w:val="00EB0999"/>
    <w:rsid w:val="00EB216D"/>
    <w:rsid w:val="00EB3BD0"/>
    <w:rsid w:val="00EB3C25"/>
    <w:rsid w:val="00EB4166"/>
    <w:rsid w:val="00EB4B87"/>
    <w:rsid w:val="00EB5D09"/>
    <w:rsid w:val="00EB63D3"/>
    <w:rsid w:val="00EB69E3"/>
    <w:rsid w:val="00EB722D"/>
    <w:rsid w:val="00EC0743"/>
    <w:rsid w:val="00EC12AF"/>
    <w:rsid w:val="00EC34D7"/>
    <w:rsid w:val="00EC3F96"/>
    <w:rsid w:val="00EC4510"/>
    <w:rsid w:val="00EC5583"/>
    <w:rsid w:val="00EC59B8"/>
    <w:rsid w:val="00EC6649"/>
    <w:rsid w:val="00EC7515"/>
    <w:rsid w:val="00EC7F82"/>
    <w:rsid w:val="00ED111A"/>
    <w:rsid w:val="00ED2156"/>
    <w:rsid w:val="00ED2BFD"/>
    <w:rsid w:val="00ED42F7"/>
    <w:rsid w:val="00ED4C9C"/>
    <w:rsid w:val="00ED6D5A"/>
    <w:rsid w:val="00ED6D98"/>
    <w:rsid w:val="00EE5F3F"/>
    <w:rsid w:val="00EE65DC"/>
    <w:rsid w:val="00EE6BB5"/>
    <w:rsid w:val="00EE7559"/>
    <w:rsid w:val="00EE7D65"/>
    <w:rsid w:val="00EF00A5"/>
    <w:rsid w:val="00EF0494"/>
    <w:rsid w:val="00EF05AD"/>
    <w:rsid w:val="00EF0BDD"/>
    <w:rsid w:val="00EF1347"/>
    <w:rsid w:val="00EF191A"/>
    <w:rsid w:val="00EF2078"/>
    <w:rsid w:val="00EF3C99"/>
    <w:rsid w:val="00EF3EBB"/>
    <w:rsid w:val="00EF47F2"/>
    <w:rsid w:val="00EF4ACE"/>
    <w:rsid w:val="00EF4D5B"/>
    <w:rsid w:val="00EF4E6B"/>
    <w:rsid w:val="00EF5378"/>
    <w:rsid w:val="00F008C2"/>
    <w:rsid w:val="00F01CAD"/>
    <w:rsid w:val="00F021E4"/>
    <w:rsid w:val="00F033D0"/>
    <w:rsid w:val="00F03A19"/>
    <w:rsid w:val="00F05A46"/>
    <w:rsid w:val="00F05F32"/>
    <w:rsid w:val="00F06D5F"/>
    <w:rsid w:val="00F06E02"/>
    <w:rsid w:val="00F1204E"/>
    <w:rsid w:val="00F1284B"/>
    <w:rsid w:val="00F14013"/>
    <w:rsid w:val="00F14274"/>
    <w:rsid w:val="00F1435A"/>
    <w:rsid w:val="00F146BF"/>
    <w:rsid w:val="00F148B1"/>
    <w:rsid w:val="00F14E48"/>
    <w:rsid w:val="00F14F8C"/>
    <w:rsid w:val="00F15282"/>
    <w:rsid w:val="00F170FB"/>
    <w:rsid w:val="00F17403"/>
    <w:rsid w:val="00F20923"/>
    <w:rsid w:val="00F21262"/>
    <w:rsid w:val="00F21B54"/>
    <w:rsid w:val="00F23362"/>
    <w:rsid w:val="00F247A2"/>
    <w:rsid w:val="00F24CB4"/>
    <w:rsid w:val="00F258A6"/>
    <w:rsid w:val="00F25EE6"/>
    <w:rsid w:val="00F26474"/>
    <w:rsid w:val="00F301CB"/>
    <w:rsid w:val="00F30960"/>
    <w:rsid w:val="00F30CF2"/>
    <w:rsid w:val="00F3106F"/>
    <w:rsid w:val="00F3122E"/>
    <w:rsid w:val="00F3300B"/>
    <w:rsid w:val="00F3314A"/>
    <w:rsid w:val="00F3460B"/>
    <w:rsid w:val="00F356A4"/>
    <w:rsid w:val="00F364EA"/>
    <w:rsid w:val="00F376D1"/>
    <w:rsid w:val="00F3791B"/>
    <w:rsid w:val="00F405A2"/>
    <w:rsid w:val="00F42838"/>
    <w:rsid w:val="00F432E1"/>
    <w:rsid w:val="00F43F1E"/>
    <w:rsid w:val="00F45377"/>
    <w:rsid w:val="00F467B3"/>
    <w:rsid w:val="00F50A23"/>
    <w:rsid w:val="00F52019"/>
    <w:rsid w:val="00F52512"/>
    <w:rsid w:val="00F52D50"/>
    <w:rsid w:val="00F544F3"/>
    <w:rsid w:val="00F551E1"/>
    <w:rsid w:val="00F5674C"/>
    <w:rsid w:val="00F57F6E"/>
    <w:rsid w:val="00F57FAA"/>
    <w:rsid w:val="00F605BC"/>
    <w:rsid w:val="00F60612"/>
    <w:rsid w:val="00F60766"/>
    <w:rsid w:val="00F60893"/>
    <w:rsid w:val="00F60F27"/>
    <w:rsid w:val="00F61041"/>
    <w:rsid w:val="00F6163B"/>
    <w:rsid w:val="00F634A8"/>
    <w:rsid w:val="00F64471"/>
    <w:rsid w:val="00F6454E"/>
    <w:rsid w:val="00F6567B"/>
    <w:rsid w:val="00F66EB1"/>
    <w:rsid w:val="00F674A6"/>
    <w:rsid w:val="00F719EA"/>
    <w:rsid w:val="00F721E2"/>
    <w:rsid w:val="00F73302"/>
    <w:rsid w:val="00F73974"/>
    <w:rsid w:val="00F75587"/>
    <w:rsid w:val="00F75BC9"/>
    <w:rsid w:val="00F76189"/>
    <w:rsid w:val="00F76A6F"/>
    <w:rsid w:val="00F76CC2"/>
    <w:rsid w:val="00F819D1"/>
    <w:rsid w:val="00F81D98"/>
    <w:rsid w:val="00F822B5"/>
    <w:rsid w:val="00F835A8"/>
    <w:rsid w:val="00F84737"/>
    <w:rsid w:val="00F855D0"/>
    <w:rsid w:val="00F87F2C"/>
    <w:rsid w:val="00F94954"/>
    <w:rsid w:val="00F95BAE"/>
    <w:rsid w:val="00F96089"/>
    <w:rsid w:val="00F96895"/>
    <w:rsid w:val="00F969CC"/>
    <w:rsid w:val="00F96B7B"/>
    <w:rsid w:val="00F97543"/>
    <w:rsid w:val="00F978E9"/>
    <w:rsid w:val="00FA0CC5"/>
    <w:rsid w:val="00FA1559"/>
    <w:rsid w:val="00FA1910"/>
    <w:rsid w:val="00FA26D0"/>
    <w:rsid w:val="00FA28DA"/>
    <w:rsid w:val="00FA2DA2"/>
    <w:rsid w:val="00FA3DCB"/>
    <w:rsid w:val="00FA4098"/>
    <w:rsid w:val="00FA41D1"/>
    <w:rsid w:val="00FA6DB8"/>
    <w:rsid w:val="00FA7FE6"/>
    <w:rsid w:val="00FB01A5"/>
    <w:rsid w:val="00FB0426"/>
    <w:rsid w:val="00FB0BF3"/>
    <w:rsid w:val="00FB3A6E"/>
    <w:rsid w:val="00FB3AFB"/>
    <w:rsid w:val="00FB582F"/>
    <w:rsid w:val="00FB6D75"/>
    <w:rsid w:val="00FC0305"/>
    <w:rsid w:val="00FC27E8"/>
    <w:rsid w:val="00FC2B54"/>
    <w:rsid w:val="00FC3DD4"/>
    <w:rsid w:val="00FC494B"/>
    <w:rsid w:val="00FC5D97"/>
    <w:rsid w:val="00FC6988"/>
    <w:rsid w:val="00FC713E"/>
    <w:rsid w:val="00FC7406"/>
    <w:rsid w:val="00FD0CA1"/>
    <w:rsid w:val="00FD121A"/>
    <w:rsid w:val="00FD25FD"/>
    <w:rsid w:val="00FD377E"/>
    <w:rsid w:val="00FD3DC8"/>
    <w:rsid w:val="00FD3E26"/>
    <w:rsid w:val="00FD4B5F"/>
    <w:rsid w:val="00FD6AAA"/>
    <w:rsid w:val="00FD6B6A"/>
    <w:rsid w:val="00FD7581"/>
    <w:rsid w:val="00FD7C7D"/>
    <w:rsid w:val="00FE04DF"/>
    <w:rsid w:val="00FE0D44"/>
    <w:rsid w:val="00FE115B"/>
    <w:rsid w:val="00FE127F"/>
    <w:rsid w:val="00FE1A50"/>
    <w:rsid w:val="00FE325E"/>
    <w:rsid w:val="00FE3C61"/>
    <w:rsid w:val="00FE473D"/>
    <w:rsid w:val="00FE6E04"/>
    <w:rsid w:val="00FE7CDD"/>
    <w:rsid w:val="00FF026E"/>
    <w:rsid w:val="00FF02AB"/>
    <w:rsid w:val="00FF02C2"/>
    <w:rsid w:val="00FF15C2"/>
    <w:rsid w:val="00FF1EE3"/>
    <w:rsid w:val="00FF4815"/>
    <w:rsid w:val="00FF4F25"/>
    <w:rsid w:val="00FF5059"/>
    <w:rsid w:val="00FF5B65"/>
    <w:rsid w:val="00FF616D"/>
    <w:rsid w:val="00FF6BFA"/>
    <w:rsid w:val="00FF6D7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235A64"/>
  <w15:docId w15:val="{4AC5DAA5-DB38-4521-A1DD-03318576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(ignore)"/>
    <w:qFormat/>
    <w:rsid w:val="00300C40"/>
    <w:pPr>
      <w:spacing w:after="160" w:line="259" w:lineRule="auto"/>
    </w:pPr>
    <w:rPr>
      <w:sz w:val="22"/>
      <w:szCs w:val="22"/>
      <w:lang w:val="de-DE"/>
    </w:rPr>
  </w:style>
  <w:style w:type="paragraph" w:styleId="Heading1">
    <w:name w:val="heading 1"/>
    <w:aliases w:val="GPPi Heading 1"/>
    <w:basedOn w:val="Normal"/>
    <w:next w:val="Normal"/>
    <w:link w:val="Heading1Char"/>
    <w:autoRedefine/>
    <w:qFormat/>
    <w:rsid w:val="009C0D33"/>
    <w:pPr>
      <w:tabs>
        <w:tab w:val="left" w:pos="4320"/>
      </w:tabs>
      <w:spacing w:before="480" w:after="480"/>
      <w:outlineLvl w:val="0"/>
    </w:pPr>
    <w:rPr>
      <w:rFonts w:ascii="Arial" w:hAnsi="Arial" w:cs="Arial"/>
      <w:b/>
      <w:sz w:val="44"/>
      <w:szCs w:val="44"/>
    </w:rPr>
  </w:style>
  <w:style w:type="paragraph" w:styleId="Heading2">
    <w:name w:val="heading 2"/>
    <w:aliases w:val="GPPi HEADING 2"/>
    <w:basedOn w:val="Normal"/>
    <w:next w:val="Normal"/>
    <w:link w:val="Heading2Char"/>
    <w:uiPriority w:val="9"/>
    <w:qFormat/>
    <w:rsid w:val="005F1FB6"/>
    <w:pPr>
      <w:spacing w:before="360"/>
      <w:ind w:left="964"/>
      <w:outlineLvl w:val="1"/>
    </w:pPr>
    <w:rPr>
      <w:rFonts w:ascii="Verlag Compressed Light" w:hAnsi="Verlag Compressed Light"/>
      <w:sz w:val="40"/>
    </w:rPr>
  </w:style>
  <w:style w:type="paragraph" w:styleId="Heading3">
    <w:name w:val="heading 3"/>
    <w:aliases w:val="GPPi HEADING 3"/>
    <w:basedOn w:val="Normal"/>
    <w:next w:val="Normal"/>
    <w:link w:val="Heading3Char"/>
    <w:uiPriority w:val="9"/>
    <w:qFormat/>
    <w:rsid w:val="005F1FB6"/>
    <w:pPr>
      <w:spacing w:before="360" w:after="200"/>
      <w:ind w:left="964"/>
      <w:outlineLvl w:val="2"/>
    </w:pPr>
    <w:rPr>
      <w:rFonts w:ascii="Verlag Compressed Bold" w:hAnsi="Verlag Compressed Bold"/>
      <w:sz w:val="30"/>
      <w:szCs w:val="30"/>
    </w:rPr>
  </w:style>
  <w:style w:type="paragraph" w:styleId="Heading4">
    <w:name w:val="heading 4"/>
    <w:aliases w:val="GPPi HEADING 4"/>
    <w:basedOn w:val="Normal"/>
    <w:next w:val="Normal"/>
    <w:link w:val="Heading4Char"/>
    <w:qFormat/>
    <w:rsid w:val="00F75587"/>
    <w:pPr>
      <w:spacing w:before="360" w:after="200"/>
      <w:ind w:left="964"/>
      <w:outlineLvl w:val="3"/>
    </w:pPr>
    <w:rPr>
      <w:rFonts w:ascii="Verlag Compressed Book" w:hAnsi="Verlag Compressed Book"/>
      <w:sz w:val="28"/>
      <w:lang w:val="en-US"/>
    </w:rPr>
  </w:style>
  <w:style w:type="paragraph" w:styleId="Heading5">
    <w:name w:val="heading 5"/>
    <w:basedOn w:val="Normal"/>
    <w:next w:val="Normal"/>
    <w:link w:val="Heading5Char"/>
    <w:rsid w:val="003209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rsid w:val="003209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3209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209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rsid w:val="003209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PiTitle2">
    <w:name w:val="GPPi Title 2"/>
    <w:rsid w:val="00CA4D60"/>
    <w:pPr>
      <w:ind w:left="965"/>
    </w:pPr>
    <w:rPr>
      <w:rFonts w:ascii="Verlag Compressed Bold" w:hAnsi="Verlag Compressed Bold" w:cs="Times New Roman"/>
      <w:sz w:val="52"/>
      <w:szCs w:val="21"/>
      <w:lang w:val="de-DE"/>
    </w:rPr>
  </w:style>
  <w:style w:type="paragraph" w:customStyle="1" w:styleId="GPPinumbers">
    <w:name w:val="GPPi numbers"/>
    <w:basedOn w:val="Normal"/>
    <w:rsid w:val="00305AA0"/>
    <w:pPr>
      <w:numPr>
        <w:numId w:val="4"/>
      </w:numPr>
      <w:ind w:left="1555"/>
    </w:pPr>
  </w:style>
  <w:style w:type="paragraph" w:customStyle="1" w:styleId="Tableheader">
    <w:name w:val="Table header"/>
    <w:rsid w:val="00931A82"/>
    <w:rPr>
      <w:rFonts w:ascii="Verlag Compressed Bold" w:hAnsi="Verlag Compressed Bold" w:cs="Times New Roman"/>
      <w:sz w:val="21"/>
      <w:szCs w:val="21"/>
      <w:lang w:val="de-DE"/>
    </w:rPr>
  </w:style>
  <w:style w:type="paragraph" w:customStyle="1" w:styleId="Tablecells">
    <w:name w:val="Table cells"/>
    <w:rsid w:val="00931A82"/>
    <w:rPr>
      <w:rFonts w:ascii="Chronicle Text G1" w:hAnsi="Chronicle Text G1" w:cs="Times New Roman"/>
      <w:sz w:val="16"/>
      <w:szCs w:val="16"/>
    </w:rPr>
  </w:style>
  <w:style w:type="paragraph" w:customStyle="1" w:styleId="GPPiwebsite">
    <w:name w:val="GPPi website"/>
    <w:basedOn w:val="Normal"/>
    <w:qFormat/>
    <w:rsid w:val="000C6D14"/>
    <w:pPr>
      <w:tabs>
        <w:tab w:val="center" w:pos="4680"/>
        <w:tab w:val="right" w:pos="9360"/>
      </w:tabs>
      <w:contextualSpacing/>
      <w:jc w:val="both"/>
    </w:pPr>
    <w:rPr>
      <w:rFonts w:ascii="Verlag Compressed Bold" w:hAnsi="Verlag Compressed Bold"/>
      <w:color w:val="D20F41"/>
      <w:sz w:val="20"/>
      <w:lang w:val="en-US"/>
    </w:rPr>
  </w:style>
  <w:style w:type="paragraph" w:customStyle="1" w:styleId="Titlepagetext">
    <w:name w:val="Title page text"/>
    <w:qFormat/>
    <w:rsid w:val="00EC6649"/>
    <w:pPr>
      <w:ind w:left="964"/>
      <w:jc w:val="both"/>
    </w:pPr>
    <w:rPr>
      <w:rFonts w:ascii="Chronicle Text G1" w:hAnsi="Chronicle Text G1"/>
      <w:sz w:val="21"/>
    </w:rPr>
  </w:style>
  <w:style w:type="paragraph" w:styleId="FootnoteText">
    <w:name w:val="footnote text"/>
    <w:aliases w:val="GPPi Footnote Text"/>
    <w:basedOn w:val="Normal"/>
    <w:link w:val="FootnoteTextChar"/>
    <w:autoRedefine/>
    <w:unhideWhenUsed/>
    <w:qFormat/>
    <w:rsid w:val="00B74F55"/>
    <w:pPr>
      <w:tabs>
        <w:tab w:val="left" w:pos="994"/>
      </w:tabs>
      <w:spacing w:after="80"/>
      <w:ind w:left="1037" w:hanging="72"/>
    </w:pPr>
    <w:rPr>
      <w:sz w:val="16"/>
      <w:lang w:val="en-US"/>
    </w:rPr>
  </w:style>
  <w:style w:type="character" w:customStyle="1" w:styleId="FootnoteTextChar">
    <w:name w:val="Footnote Text Char"/>
    <w:aliases w:val="GPPi Footnote Text Char"/>
    <w:basedOn w:val="DefaultParagraphFont"/>
    <w:link w:val="FootnoteText"/>
    <w:rsid w:val="00B74F55"/>
    <w:rPr>
      <w:rFonts w:ascii="Chronicle Text G1" w:hAnsi="Chronicle Text G1" w:cs="Times New Roman"/>
      <w:sz w:val="16"/>
      <w:szCs w:val="21"/>
    </w:rPr>
  </w:style>
  <w:style w:type="character" w:styleId="FootnoteReference">
    <w:name w:val="footnote reference"/>
    <w:basedOn w:val="DefaultParagraphFont"/>
    <w:semiHidden/>
    <w:unhideWhenUsed/>
    <w:rsid w:val="00311569"/>
    <w:rPr>
      <w:vertAlign w:val="superscript"/>
    </w:rPr>
  </w:style>
  <w:style w:type="paragraph" w:customStyle="1" w:styleId="GPPiBlockquote">
    <w:name w:val="GPPi Block quote"/>
    <w:basedOn w:val="Normal"/>
    <w:qFormat/>
    <w:rsid w:val="00255869"/>
    <w:pPr>
      <w:spacing w:after="200"/>
      <w:ind w:left="1531"/>
      <w:jc w:val="both"/>
    </w:pPr>
  </w:style>
  <w:style w:type="character" w:customStyle="1" w:styleId="Heading1Char">
    <w:name w:val="Heading 1 Char"/>
    <w:aliases w:val="GPPi Heading 1 Char"/>
    <w:basedOn w:val="DefaultParagraphFont"/>
    <w:link w:val="Heading1"/>
    <w:rsid w:val="009C0D33"/>
    <w:rPr>
      <w:rFonts w:ascii="Arial" w:hAnsi="Arial" w:cs="Arial"/>
      <w:b/>
      <w:sz w:val="44"/>
      <w:szCs w:val="44"/>
      <w:lang w:val="de-DE"/>
    </w:rPr>
  </w:style>
  <w:style w:type="paragraph" w:customStyle="1" w:styleId="GPPiAgendaBioInfo">
    <w:name w:val="GPPi Agenda/Bio Info"/>
    <w:basedOn w:val="GPPiEventNormalText"/>
    <w:rsid w:val="000C6D14"/>
    <w:pPr>
      <w:ind w:left="0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6D14"/>
    <w:pPr>
      <w:tabs>
        <w:tab w:val="center" w:pos="4680"/>
        <w:tab w:val="right" w:pos="9360"/>
      </w:tabs>
    </w:pPr>
    <w:rPr>
      <w:rFonts w:cs="Mangal"/>
    </w:rPr>
  </w:style>
  <w:style w:type="table" w:styleId="TableGrid">
    <w:name w:val="Table Grid"/>
    <w:basedOn w:val="TableNormal"/>
    <w:rsid w:val="00CC0D0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61E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aliases w:val="GPPi HEADING 2 Char"/>
    <w:basedOn w:val="DefaultParagraphFont"/>
    <w:link w:val="Heading2"/>
    <w:uiPriority w:val="9"/>
    <w:rsid w:val="00FA2DA2"/>
    <w:rPr>
      <w:rFonts w:ascii="Verlag Compressed Light" w:hAnsi="Verlag Compressed Light" w:cs="Times New Roman"/>
      <w:sz w:val="40"/>
      <w:szCs w:val="21"/>
      <w:lang w:val="fr-FR"/>
    </w:rPr>
  </w:style>
  <w:style w:type="character" w:customStyle="1" w:styleId="Heading3Char">
    <w:name w:val="Heading 3 Char"/>
    <w:aliases w:val="GPPi HEADING 3 Char"/>
    <w:basedOn w:val="DefaultParagraphFont"/>
    <w:link w:val="Heading3"/>
    <w:uiPriority w:val="9"/>
    <w:rsid w:val="00FA2DA2"/>
    <w:rPr>
      <w:rFonts w:ascii="Verlag Compressed Bold" w:hAnsi="Verlag Compressed Bold" w:cs="Times New Roman"/>
      <w:sz w:val="30"/>
      <w:szCs w:val="30"/>
      <w:lang w:val="fr-FR"/>
    </w:rPr>
  </w:style>
  <w:style w:type="character" w:customStyle="1" w:styleId="Heading4Char">
    <w:name w:val="Heading 4 Char"/>
    <w:aliases w:val="GPPi HEADING 4 Char"/>
    <w:basedOn w:val="DefaultParagraphFont"/>
    <w:link w:val="Heading4"/>
    <w:rsid w:val="00F75587"/>
    <w:rPr>
      <w:rFonts w:ascii="Verlag Compressed Book" w:hAnsi="Verlag Compressed Book" w:cs="Times New Roman"/>
      <w:sz w:val="28"/>
      <w:szCs w:val="21"/>
    </w:rPr>
  </w:style>
  <w:style w:type="character" w:customStyle="1" w:styleId="Heading5Char">
    <w:name w:val="Heading 5 Char"/>
    <w:basedOn w:val="DefaultParagraphFont"/>
    <w:link w:val="Heading5"/>
    <w:rsid w:val="003209C1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de-DE"/>
    </w:rPr>
  </w:style>
  <w:style w:type="character" w:customStyle="1" w:styleId="Heading6Char">
    <w:name w:val="Heading 6 Char"/>
    <w:basedOn w:val="DefaultParagraphFont"/>
    <w:link w:val="Heading6"/>
    <w:rsid w:val="003209C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e-DE"/>
    </w:rPr>
  </w:style>
  <w:style w:type="character" w:customStyle="1" w:styleId="Heading7Char">
    <w:name w:val="Heading 7 Char"/>
    <w:basedOn w:val="DefaultParagraphFont"/>
    <w:link w:val="Heading7"/>
    <w:rsid w:val="003209C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e-DE"/>
    </w:rPr>
  </w:style>
  <w:style w:type="character" w:customStyle="1" w:styleId="Heading8Char">
    <w:name w:val="Heading 8 Char"/>
    <w:basedOn w:val="DefaultParagraphFont"/>
    <w:link w:val="Heading8"/>
    <w:rsid w:val="003209C1"/>
    <w:rPr>
      <w:rFonts w:asciiTheme="majorHAnsi" w:eastAsiaTheme="majorEastAsia" w:hAnsiTheme="majorHAnsi" w:cstheme="majorBidi"/>
      <w:color w:val="404040" w:themeColor="text1" w:themeTint="BF"/>
      <w:sz w:val="20"/>
      <w:szCs w:val="22"/>
      <w:lang w:val="de-DE"/>
    </w:rPr>
  </w:style>
  <w:style w:type="character" w:customStyle="1" w:styleId="Heading9Char">
    <w:name w:val="Heading 9 Char"/>
    <w:basedOn w:val="DefaultParagraphFont"/>
    <w:link w:val="Heading9"/>
    <w:rsid w:val="003209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21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11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1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1118"/>
    <w:rPr>
      <w:b/>
      <w:bCs/>
      <w:sz w:val="20"/>
      <w:szCs w:val="20"/>
    </w:rPr>
  </w:style>
  <w:style w:type="paragraph" w:customStyle="1" w:styleId="GPPiTitle">
    <w:name w:val="GPPi Title"/>
    <w:basedOn w:val="Normal"/>
    <w:rsid w:val="00255869"/>
    <w:pPr>
      <w:spacing w:line="216" w:lineRule="auto"/>
      <w:ind w:left="964"/>
    </w:pPr>
    <w:rPr>
      <w:rFonts w:ascii="Verlag Compressed Black" w:hAnsi="Verlag Compressed Black"/>
      <w:sz w:val="92"/>
      <w:szCs w:val="80"/>
      <w:u w:val="single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9D61EC"/>
    <w:rPr>
      <w:rFonts w:ascii="Segoe UI" w:hAnsi="Segoe UI" w:cs="Segoe UI"/>
      <w:sz w:val="18"/>
      <w:szCs w:val="18"/>
      <w:lang w:val="de-DE"/>
    </w:rPr>
  </w:style>
  <w:style w:type="paragraph" w:customStyle="1" w:styleId="GPPiTableTitle">
    <w:name w:val="GPPi Table Title"/>
    <w:basedOn w:val="Normal"/>
    <w:next w:val="Normal"/>
    <w:autoRedefine/>
    <w:qFormat/>
    <w:rsid w:val="00F75587"/>
    <w:pPr>
      <w:spacing w:before="360" w:after="200"/>
      <w:ind w:left="964"/>
    </w:pPr>
    <w:rPr>
      <w:rFonts w:ascii="Verlag Compressed Book" w:hAnsi="Verlag Compressed Book"/>
      <w:sz w:val="24"/>
      <w:szCs w:val="24"/>
    </w:rPr>
  </w:style>
  <w:style w:type="paragraph" w:customStyle="1" w:styleId="GPPiBULLETS">
    <w:name w:val="GPPi BULLETS"/>
    <w:basedOn w:val="Normal"/>
    <w:autoRedefine/>
    <w:qFormat/>
    <w:rsid w:val="0048736D"/>
    <w:pPr>
      <w:numPr>
        <w:numId w:val="2"/>
      </w:numPr>
      <w:spacing w:after="200"/>
      <w:ind w:left="1548" w:hanging="357"/>
      <w:contextualSpacing/>
      <w:jc w:val="both"/>
    </w:pPr>
  </w:style>
  <w:style w:type="paragraph" w:customStyle="1" w:styleId="GPPiBibliography">
    <w:name w:val="GPPi Bibliography"/>
    <w:basedOn w:val="Normal"/>
    <w:qFormat/>
    <w:rsid w:val="00255869"/>
    <w:pPr>
      <w:spacing w:after="200"/>
      <w:ind w:left="964"/>
    </w:pPr>
    <w:rPr>
      <w:sz w:val="16"/>
      <w:szCs w:val="16"/>
    </w:rPr>
  </w:style>
  <w:style w:type="paragraph" w:customStyle="1" w:styleId="GPPiFigure">
    <w:name w:val="GPPi Figure"/>
    <w:autoRedefine/>
    <w:qFormat/>
    <w:rsid w:val="00F5674C"/>
    <w:pPr>
      <w:spacing w:after="360"/>
      <w:ind w:left="965"/>
    </w:pPr>
    <w:rPr>
      <w:rFonts w:ascii="Verlag Compressed Light" w:hAnsi="Verlag Compressed Light"/>
      <w:sz w:val="21"/>
    </w:rPr>
  </w:style>
  <w:style w:type="numbering" w:customStyle="1" w:styleId="GPPiBulletList">
    <w:name w:val="GPPi Bullet List"/>
    <w:basedOn w:val="NoList"/>
    <w:uiPriority w:val="99"/>
    <w:rsid w:val="00FE473D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0C6D14"/>
    <w:rPr>
      <w:rFonts w:ascii="Chronicle Text G1" w:eastAsia="Times New Roman" w:hAnsi="Chronicle Text G1" w:cs="Mangal"/>
      <w:sz w:val="19"/>
      <w:szCs w:val="20"/>
      <w:lang w:val="fr-FR" w:eastAsia="zh-CN" w:bidi="hi-IN"/>
    </w:rPr>
  </w:style>
  <w:style w:type="paragraph" w:customStyle="1" w:styleId="AgendaHeader1">
    <w:name w:val="Agenda Header 1"/>
    <w:rsid w:val="001C24DF"/>
    <w:rPr>
      <w:rFonts w:ascii="Verlag Compressed Book" w:hAnsi="Verlag Compressed Book" w:cs="Times New Roman"/>
      <w:b/>
      <w:sz w:val="28"/>
      <w:szCs w:val="21"/>
      <w:lang w:eastAsia="zh-CN" w:bidi="hi-IN"/>
    </w:rPr>
  </w:style>
  <w:style w:type="paragraph" w:customStyle="1" w:styleId="GPPiAgendaBioHeader1">
    <w:name w:val="GPPi Agenda/Bio Header 1"/>
    <w:basedOn w:val="Normal"/>
    <w:rsid w:val="000C6D14"/>
    <w:rPr>
      <w:rFonts w:ascii="Verlag Compressed Light" w:hAnsi="Verlag Compressed Light"/>
      <w:b/>
      <w:sz w:val="28"/>
      <w:lang w:val="en-US"/>
    </w:rPr>
  </w:style>
  <w:style w:type="paragraph" w:customStyle="1" w:styleId="GPPiAgendaBioHeader2">
    <w:name w:val="GPPi Agenda/Bio Header 2"/>
    <w:basedOn w:val="Normal"/>
    <w:rsid w:val="000C6D14"/>
    <w:rPr>
      <w:rFonts w:ascii="Chronicle Text G1 Semi" w:hAnsi="Chronicle Text G1 Semi"/>
      <w:lang w:val="en-US"/>
    </w:rPr>
  </w:style>
  <w:style w:type="paragraph" w:customStyle="1" w:styleId="GPPiAgendaTime">
    <w:name w:val="GPPi Agenda Time"/>
    <w:basedOn w:val="Normal"/>
    <w:rsid w:val="000C6D14"/>
    <w:pPr>
      <w:spacing w:before="60"/>
    </w:pPr>
    <w:rPr>
      <w:lang w:val="en-US"/>
    </w:rPr>
  </w:style>
  <w:style w:type="paragraph" w:customStyle="1" w:styleId="GPPiEventTitle">
    <w:name w:val="GPPi Event Title"/>
    <w:basedOn w:val="GPPiTitle2"/>
    <w:rsid w:val="00271C03"/>
    <w:pPr>
      <w:ind w:left="630"/>
    </w:pPr>
    <w:rPr>
      <w:rFonts w:ascii="Verlag Compressed Black" w:eastAsia="Times New Roman" w:hAnsi="Verlag Compressed Black"/>
      <w:szCs w:val="20"/>
      <w:lang w:val="en-US"/>
    </w:rPr>
  </w:style>
  <w:style w:type="paragraph" w:customStyle="1" w:styleId="GPPiEventNormalText">
    <w:name w:val="GPPi Event Normal Text"/>
    <w:rsid w:val="000C6D14"/>
    <w:pPr>
      <w:tabs>
        <w:tab w:val="left" w:pos="2552"/>
      </w:tabs>
      <w:ind w:left="634"/>
    </w:pPr>
    <w:rPr>
      <w:rFonts w:ascii="Chronicle Text G1" w:eastAsia="Times New Roman" w:hAnsi="Chronicle Text G1" w:cs="Times New Roman"/>
      <w:sz w:val="19"/>
      <w:szCs w:val="20"/>
      <w:lang w:val="fr-FR" w:eastAsia="zh-CN" w:bidi="hi-IN"/>
    </w:rPr>
  </w:style>
  <w:style w:type="paragraph" w:customStyle="1" w:styleId="GPPiAgendaBioHeader3">
    <w:name w:val="GPPi Agenda/Bio Header 3"/>
    <w:rsid w:val="00312AFD"/>
    <w:rPr>
      <w:rFonts w:ascii="Chronicle Text G1" w:eastAsia="Times New Roman" w:hAnsi="Chronicle Text G1" w:cs="Times New Roman"/>
      <w:sz w:val="16"/>
      <w:szCs w:val="16"/>
      <w:lang w:eastAsia="zh-CN" w:bidi="hi-IN"/>
    </w:rPr>
  </w:style>
  <w:style w:type="paragraph" w:customStyle="1" w:styleId="GPPiEventTitleCOVERPAGE">
    <w:name w:val="GPPi Event Title COVER PAGE"/>
    <w:basedOn w:val="GPPiEventTitle"/>
    <w:rsid w:val="0091310F"/>
    <w:pPr>
      <w:spacing w:line="216" w:lineRule="auto"/>
      <w:ind w:left="634"/>
    </w:pPr>
    <w:rPr>
      <w:sz w:val="110"/>
      <w:szCs w:val="110"/>
      <w:u w:val="single"/>
    </w:rPr>
  </w:style>
  <w:style w:type="paragraph" w:customStyle="1" w:styleId="GPPiEventCOVERPAGE2">
    <w:name w:val="GPPi Event COVER PAGE 2"/>
    <w:rsid w:val="0091310F"/>
    <w:pPr>
      <w:ind w:left="634"/>
    </w:pPr>
    <w:rPr>
      <w:rFonts w:ascii="Verlag Compressed Bold" w:eastAsia="Times New Roman" w:hAnsi="Verlag Compressed Bold" w:cs="Times New Roman"/>
      <w:sz w:val="72"/>
      <w:szCs w:val="20"/>
    </w:rPr>
  </w:style>
  <w:style w:type="paragraph" w:styleId="ListParagraph">
    <w:name w:val="List Paragraph"/>
    <w:basedOn w:val="Normal"/>
    <w:uiPriority w:val="34"/>
    <w:qFormat/>
    <w:rsid w:val="008037DA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nhideWhenUsed/>
    <w:rsid w:val="002A0599"/>
    <w:pPr>
      <w:tabs>
        <w:tab w:val="center" w:pos="4703"/>
        <w:tab w:val="right" w:pos="9406"/>
      </w:tabs>
    </w:pPr>
    <w:rPr>
      <w:rFonts w:cs="Mangal"/>
    </w:rPr>
  </w:style>
  <w:style w:type="character" w:customStyle="1" w:styleId="HeaderChar">
    <w:name w:val="Header Char"/>
    <w:basedOn w:val="DefaultParagraphFont"/>
    <w:link w:val="Header"/>
    <w:rsid w:val="002A0599"/>
    <w:rPr>
      <w:rFonts w:ascii="Chronicle Text G1" w:eastAsia="Times New Roman" w:hAnsi="Chronicle Text G1" w:cs="Mangal"/>
      <w:sz w:val="19"/>
      <w:szCs w:val="20"/>
      <w:lang w:val="fr-FR" w:eastAsia="zh-CN" w:bidi="hi-IN"/>
    </w:rPr>
  </w:style>
  <w:style w:type="paragraph" w:styleId="NormalWeb">
    <w:name w:val="Normal (Web)"/>
    <w:basedOn w:val="Normal"/>
    <w:uiPriority w:val="99"/>
    <w:semiHidden/>
    <w:unhideWhenUsed/>
    <w:rsid w:val="007A2D6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BC6B93"/>
    <w:rPr>
      <w:color w:val="0000FF" w:themeColor="hyperlink"/>
      <w:u w:val="single"/>
    </w:rPr>
  </w:style>
  <w:style w:type="paragraph" w:styleId="Revision">
    <w:name w:val="Revision"/>
    <w:hidden/>
    <w:semiHidden/>
    <w:rsid w:val="00563C4A"/>
    <w:rPr>
      <w:rFonts w:ascii="Chronicle Text G1" w:eastAsia="Times New Roman" w:hAnsi="Chronicle Text G1" w:cs="Mangal"/>
      <w:sz w:val="19"/>
      <w:szCs w:val="20"/>
      <w:lang w:val="fr-FR" w:eastAsia="zh-CN" w:bidi="hi-IN"/>
    </w:rPr>
  </w:style>
  <w:style w:type="paragraph" w:styleId="Caption">
    <w:name w:val="caption"/>
    <w:basedOn w:val="Normal"/>
    <w:next w:val="Normal"/>
    <w:unhideWhenUsed/>
    <w:rsid w:val="007A6FC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5B6FBA"/>
    <w:pPr>
      <w:keepNext/>
      <w:keepLines/>
      <w:tabs>
        <w:tab w:val="clear" w:pos="4320"/>
      </w:tabs>
      <w:spacing w:before="24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5B6FB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841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6895">
          <w:marLeft w:val="187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4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7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6960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46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745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8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120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9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1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2503">
                      <w:marLeft w:val="0"/>
                      <w:marRight w:val="0"/>
                      <w:marTop w:val="15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1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1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8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0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8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7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0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4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1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5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7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3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0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5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9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ommunications\Corporate%20Design,%20Templates\Templates\Publications%20&amp;%20Proposals\GPPi_event_template_OUR-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6D9B6-28FD-4032-AF29-15695510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GPPi_event_template_OUR-STYLES</Template>
  <TotalTime>0</TotalTime>
  <Pages>9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GPPi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Friedrich</dc:creator>
  <cp:keywords/>
  <dc:description/>
  <cp:lastModifiedBy>Sonya Sugrobova</cp:lastModifiedBy>
  <cp:revision>3</cp:revision>
  <cp:lastPrinted>2021-11-26T14:02:00Z</cp:lastPrinted>
  <dcterms:created xsi:type="dcterms:W3CDTF">2023-03-10T09:14:00Z</dcterms:created>
  <dcterms:modified xsi:type="dcterms:W3CDTF">2023-03-10T10:44:00Z</dcterms:modified>
</cp:coreProperties>
</file>